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362F2" w:rsidR="006E5D65" w:rsidP="002D3375" w:rsidRDefault="00997F14" w14:paraId="47764600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7362F2">
        <w:rPr>
          <w:rFonts w:ascii="Times New Roman" w:hAnsi="Times New Roman"/>
          <w:b/>
          <w:bCs/>
        </w:rPr>
        <w:t xml:space="preserve">   </w:t>
      </w:r>
      <w:r w:rsidRPr="007362F2" w:rsidR="00CD6897">
        <w:rPr>
          <w:rFonts w:ascii="Times New Roman" w:hAnsi="Times New Roman"/>
          <w:b/>
          <w:bCs/>
        </w:rPr>
        <w:tab/>
      </w:r>
      <w:r w:rsidRPr="007362F2" w:rsidR="00CD6897">
        <w:rPr>
          <w:rFonts w:ascii="Times New Roman" w:hAnsi="Times New Roman"/>
          <w:b/>
          <w:bCs/>
        </w:rPr>
        <w:tab/>
      </w:r>
      <w:r w:rsidRPr="007362F2" w:rsidR="00CD6897">
        <w:rPr>
          <w:rFonts w:ascii="Times New Roman" w:hAnsi="Times New Roman"/>
          <w:b/>
          <w:bCs/>
        </w:rPr>
        <w:tab/>
      </w:r>
      <w:r w:rsidRPr="007362F2" w:rsidR="00CD6897">
        <w:rPr>
          <w:rFonts w:ascii="Times New Roman" w:hAnsi="Times New Roman"/>
          <w:b/>
          <w:bCs/>
        </w:rPr>
        <w:tab/>
      </w:r>
      <w:r w:rsidRPr="007362F2" w:rsidR="00CD6897">
        <w:rPr>
          <w:rFonts w:ascii="Times New Roman" w:hAnsi="Times New Roman"/>
          <w:b/>
          <w:bCs/>
        </w:rPr>
        <w:tab/>
      </w:r>
      <w:r w:rsidRPr="007362F2" w:rsidR="00CD6897">
        <w:rPr>
          <w:rFonts w:ascii="Times New Roman" w:hAnsi="Times New Roman"/>
          <w:b/>
          <w:bCs/>
        </w:rPr>
        <w:tab/>
      </w:r>
      <w:r w:rsidRPr="007362F2" w:rsidR="00D8678B">
        <w:rPr>
          <w:rFonts w:ascii="Corbel" w:hAnsi="Corbel"/>
          <w:bCs/>
          <w:i/>
        </w:rPr>
        <w:t xml:space="preserve">Załącznik nr </w:t>
      </w:r>
      <w:r w:rsidRPr="007362F2" w:rsidR="006F31E2">
        <w:rPr>
          <w:rFonts w:ascii="Corbel" w:hAnsi="Corbel"/>
          <w:bCs/>
          <w:i/>
        </w:rPr>
        <w:t>1.5</w:t>
      </w:r>
      <w:r w:rsidRPr="007362F2" w:rsidR="00D8678B">
        <w:rPr>
          <w:rFonts w:ascii="Corbel" w:hAnsi="Corbel"/>
          <w:bCs/>
          <w:i/>
        </w:rPr>
        <w:t xml:space="preserve"> do Zarządzenia</w:t>
      </w:r>
      <w:r w:rsidRPr="007362F2" w:rsidR="002A22BF">
        <w:rPr>
          <w:rFonts w:ascii="Corbel" w:hAnsi="Corbel"/>
          <w:bCs/>
          <w:i/>
        </w:rPr>
        <w:t xml:space="preserve"> Rektora UR </w:t>
      </w:r>
      <w:r w:rsidRPr="007362F2" w:rsidR="00CD6897">
        <w:rPr>
          <w:rFonts w:ascii="Corbel" w:hAnsi="Corbel"/>
          <w:bCs/>
          <w:i/>
        </w:rPr>
        <w:t xml:space="preserve"> nr </w:t>
      </w:r>
      <w:r w:rsidRPr="007362F2" w:rsidR="00F17567">
        <w:rPr>
          <w:rFonts w:ascii="Corbel" w:hAnsi="Corbel"/>
          <w:bCs/>
          <w:i/>
        </w:rPr>
        <w:t>12/2019</w:t>
      </w:r>
    </w:p>
    <w:p w:rsidRPr="007362F2" w:rsidR="0085747A" w:rsidP="009C54AE" w:rsidRDefault="0085747A" w14:paraId="1F683CC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62F2">
        <w:rPr>
          <w:rFonts w:ascii="Corbel" w:hAnsi="Corbel"/>
          <w:b/>
          <w:smallCaps/>
          <w:sz w:val="24"/>
          <w:szCs w:val="24"/>
        </w:rPr>
        <w:t>SYLABUS</w:t>
      </w:r>
    </w:p>
    <w:p w:rsidRPr="007362F2" w:rsidR="006D5C0A" w:rsidP="006D5C0A" w:rsidRDefault="0071620A" w14:paraId="79930DC1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362F2">
        <w:rPr>
          <w:rFonts w:ascii="Corbel" w:hAnsi="Corbel"/>
          <w:b/>
          <w:smallCaps/>
          <w:sz w:val="24"/>
          <w:szCs w:val="24"/>
        </w:rPr>
        <w:t>dotyczy cyklu kształcenia</w:t>
      </w:r>
      <w:r w:rsidRPr="007362F2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7362F2" w:rsidR="006D5C0A">
        <w:rPr>
          <w:rFonts w:ascii="Corbel" w:hAnsi="Corbel"/>
          <w:i/>
          <w:smallCaps/>
          <w:sz w:val="24"/>
          <w:szCs w:val="24"/>
        </w:rPr>
        <w:t>2022/2023 – 2023/2024</w:t>
      </w:r>
    </w:p>
    <w:p w:rsidRPr="007362F2" w:rsidR="006D5C0A" w:rsidP="006D5C0A" w:rsidRDefault="006D5C0A" w14:paraId="19838C38" w14:textId="32C483C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50FD1E3" w:rsidR="006D5C0A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050FD1E3" w:rsidR="006D5C0A">
        <w:rPr>
          <w:rFonts w:ascii="Corbel" w:hAnsi="Corbel"/>
          <w:i w:val="1"/>
          <w:iCs w:val="1"/>
          <w:sz w:val="20"/>
          <w:szCs w:val="20"/>
        </w:rPr>
        <w:t>(skrajne daty</w:t>
      </w:r>
      <w:r w:rsidRPr="050FD1E3" w:rsidR="006D5C0A">
        <w:rPr>
          <w:rFonts w:ascii="Corbel" w:hAnsi="Corbel"/>
          <w:sz w:val="20"/>
          <w:szCs w:val="20"/>
        </w:rPr>
        <w:t>)</w:t>
      </w:r>
    </w:p>
    <w:p w:rsidRPr="007362F2" w:rsidR="006D5C0A" w:rsidP="006D5C0A" w:rsidRDefault="006D5C0A" w14:paraId="66A6F16B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362F2">
        <w:rPr>
          <w:rFonts w:ascii="Corbel" w:hAnsi="Corbel"/>
          <w:sz w:val="20"/>
          <w:szCs w:val="20"/>
        </w:rPr>
        <w:tab/>
      </w:r>
      <w:r w:rsidRPr="007362F2">
        <w:rPr>
          <w:rFonts w:ascii="Corbel" w:hAnsi="Corbel"/>
          <w:sz w:val="20"/>
          <w:szCs w:val="20"/>
        </w:rPr>
        <w:tab/>
      </w:r>
      <w:r w:rsidRPr="007362F2">
        <w:rPr>
          <w:rFonts w:ascii="Corbel" w:hAnsi="Corbel"/>
          <w:sz w:val="20"/>
          <w:szCs w:val="20"/>
        </w:rPr>
        <w:tab/>
      </w:r>
      <w:r w:rsidRPr="007362F2">
        <w:rPr>
          <w:rFonts w:ascii="Corbel" w:hAnsi="Corbel"/>
          <w:sz w:val="20"/>
          <w:szCs w:val="20"/>
        </w:rPr>
        <w:tab/>
      </w:r>
      <w:r w:rsidRPr="007362F2" w:rsidR="006D5C0A">
        <w:rPr>
          <w:rFonts w:ascii="Corbel" w:hAnsi="Corbel"/>
          <w:sz w:val="20"/>
          <w:szCs w:val="20"/>
        </w:rPr>
        <w:t>Rok akademicki 2023/2024</w:t>
      </w:r>
    </w:p>
    <w:p w:rsidRPr="007362F2" w:rsidR="0085747A" w:rsidP="006D5C0A" w:rsidRDefault="0085747A" w14:paraId="674621DC" w14:textId="2D88951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:rsidRPr="007362F2" w:rsidR="0085747A" w:rsidP="009C54AE" w:rsidRDefault="0071620A" w14:paraId="088DF32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362F2">
        <w:rPr>
          <w:rFonts w:ascii="Corbel" w:hAnsi="Corbel"/>
          <w:szCs w:val="24"/>
        </w:rPr>
        <w:t xml:space="preserve">1. </w:t>
      </w:r>
      <w:r w:rsidRPr="007362F2" w:rsidR="0085747A">
        <w:rPr>
          <w:rFonts w:ascii="Corbel" w:hAnsi="Corbel"/>
          <w:szCs w:val="24"/>
        </w:rPr>
        <w:t xml:space="preserve">Podstawowe </w:t>
      </w:r>
      <w:r w:rsidRPr="007362F2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7362F2" w:rsidR="007362F2" w:rsidTr="050FD1E3" w14:paraId="1C13DFF5" w14:textId="77777777">
        <w:tc>
          <w:tcPr>
            <w:tcW w:w="2694" w:type="dxa"/>
            <w:tcMar/>
            <w:vAlign w:val="center"/>
          </w:tcPr>
          <w:p w:rsidRPr="007362F2" w:rsidR="0085747A" w:rsidP="009C54AE" w:rsidRDefault="00C05F44" w14:paraId="48B6E1A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7362F2" w:rsidR="0085747A" w:rsidP="050FD1E3" w:rsidRDefault="0035362C" w14:paraId="2AFBE1D8" w14:textId="4DEE807E" w14:noSpellErr="1">
            <w:pPr>
              <w:spacing w:after="0" w:line="240" w:lineRule="auto"/>
              <w:rPr>
                <w:rFonts w:cs="Calibri"/>
                <w:b w:val="1"/>
                <w:bCs w:val="1"/>
                <w:lang w:eastAsia="pl-PL"/>
              </w:rPr>
            </w:pPr>
            <w:r w:rsidRPr="050FD1E3" w:rsidR="0035362C">
              <w:rPr>
                <w:rFonts w:cs="Calibri"/>
                <w:b w:val="1"/>
                <w:bCs w:val="1"/>
              </w:rPr>
              <w:t>Kontrola i nadzór nad gospodarką komunalną</w:t>
            </w:r>
          </w:p>
        </w:tc>
      </w:tr>
      <w:tr w:rsidRPr="007362F2" w:rsidR="007362F2" w:rsidTr="050FD1E3" w14:paraId="325E745B" w14:textId="77777777">
        <w:tc>
          <w:tcPr>
            <w:tcW w:w="2694" w:type="dxa"/>
            <w:tcMar/>
            <w:vAlign w:val="center"/>
          </w:tcPr>
          <w:p w:rsidRPr="007362F2" w:rsidR="0085747A" w:rsidP="009C54AE" w:rsidRDefault="00C05F44" w14:paraId="41836E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Kod przedmiotu</w:t>
            </w:r>
            <w:r w:rsidRPr="007362F2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7362F2" w:rsidR="0085747A" w:rsidP="00A35A26" w:rsidRDefault="0035362C" w14:paraId="6A28980F" w14:textId="146E851F">
            <w:pPr>
              <w:spacing w:after="0" w:line="240" w:lineRule="auto"/>
              <w:rPr>
                <w:rFonts w:cs="Calibri"/>
                <w:lang w:eastAsia="pl-PL"/>
              </w:rPr>
            </w:pPr>
            <w:r w:rsidRPr="007362F2">
              <w:rPr>
                <w:rFonts w:cs="Calibri"/>
              </w:rPr>
              <w:t>A2SO48</w:t>
            </w:r>
          </w:p>
        </w:tc>
      </w:tr>
      <w:tr w:rsidRPr="007362F2" w:rsidR="007362F2" w:rsidTr="050FD1E3" w14:paraId="01074105" w14:textId="77777777">
        <w:tc>
          <w:tcPr>
            <w:tcW w:w="2694" w:type="dxa"/>
            <w:tcMar/>
            <w:vAlign w:val="center"/>
          </w:tcPr>
          <w:p w:rsidRPr="007362F2" w:rsidR="006D5C0A" w:rsidP="006D5C0A" w:rsidRDefault="006D5C0A" w14:paraId="6CA2990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7362F2" w:rsidR="006D5C0A" w:rsidP="050FD1E3" w:rsidRDefault="006D5C0A" w14:paraId="34D596CF" w14:textId="7AEEBCA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050FD1E3" w:rsidR="006D5C0A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Kolegium Nauk Społecznych, </w:t>
            </w:r>
          </w:p>
        </w:tc>
      </w:tr>
      <w:tr w:rsidRPr="007362F2" w:rsidR="007362F2" w:rsidTr="050FD1E3" w14:paraId="71C2BC76" w14:textId="77777777">
        <w:tc>
          <w:tcPr>
            <w:tcW w:w="2694" w:type="dxa"/>
            <w:tcMar/>
            <w:vAlign w:val="center"/>
          </w:tcPr>
          <w:p w:rsidRPr="007362F2" w:rsidR="006D5C0A" w:rsidP="006D5C0A" w:rsidRDefault="006D5C0A" w14:paraId="0E560A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7362F2" w:rsidR="006D5C0A" w:rsidP="050FD1E3" w:rsidRDefault="006D5C0A" w14:paraId="15E4489F" w14:textId="488710E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050FD1E3" w:rsidR="75B18B78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Instytut Nauk Prawnych </w:t>
            </w:r>
            <w:r w:rsidRPr="050FD1E3" w:rsidR="006D5C0A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Zakład Prawa Administracyjnego i Postępowania Administracyjnego</w:t>
            </w:r>
          </w:p>
        </w:tc>
      </w:tr>
      <w:tr w:rsidRPr="007362F2" w:rsidR="007362F2" w:rsidTr="050FD1E3" w14:paraId="794AEB62" w14:textId="77777777">
        <w:tc>
          <w:tcPr>
            <w:tcW w:w="2694" w:type="dxa"/>
            <w:tcMar/>
            <w:vAlign w:val="center"/>
          </w:tcPr>
          <w:p w:rsidRPr="007362F2" w:rsidR="00A35A26" w:rsidP="00A35A26" w:rsidRDefault="00A35A26" w14:paraId="56C4E2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7362F2" w:rsidR="00A35A26" w:rsidP="00A35A26" w:rsidRDefault="00A35A26" w14:paraId="5A1F2E95" w14:textId="760B06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362F2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</w:t>
            </w:r>
            <w:r w:rsidRPr="007362F2" w:rsidR="00194879">
              <w:rPr>
                <w:rFonts w:ascii="Corbel" w:hAnsi="Corbel"/>
                <w:b w:val="0"/>
                <w:color w:val="auto"/>
                <w:sz w:val="24"/>
                <w:szCs w:val="24"/>
              </w:rPr>
              <w:t>racja</w:t>
            </w:r>
          </w:p>
        </w:tc>
      </w:tr>
      <w:tr w:rsidRPr="007362F2" w:rsidR="007362F2" w:rsidTr="050FD1E3" w14:paraId="02AB5364" w14:textId="77777777">
        <w:tc>
          <w:tcPr>
            <w:tcW w:w="2694" w:type="dxa"/>
            <w:tcMar/>
            <w:vAlign w:val="center"/>
          </w:tcPr>
          <w:p w:rsidRPr="007362F2" w:rsidR="00A35A26" w:rsidP="00A35A26" w:rsidRDefault="00A35A26" w14:paraId="4A3505F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7362F2" w:rsidR="00A35A26" w:rsidP="00A35A26" w:rsidRDefault="00194879" w14:paraId="6F3295D7" w14:textId="32F3FB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362F2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II stopnia</w:t>
            </w:r>
          </w:p>
        </w:tc>
      </w:tr>
      <w:tr w:rsidRPr="007362F2" w:rsidR="007362F2" w:rsidTr="050FD1E3" w14:paraId="0CDC0920" w14:textId="77777777">
        <w:tc>
          <w:tcPr>
            <w:tcW w:w="2694" w:type="dxa"/>
            <w:tcMar/>
            <w:vAlign w:val="center"/>
          </w:tcPr>
          <w:p w:rsidRPr="007362F2" w:rsidR="00A35A26" w:rsidP="00A35A26" w:rsidRDefault="00A35A26" w14:paraId="01AAE79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7362F2" w:rsidR="00A35A26" w:rsidP="00A35A26" w:rsidRDefault="00A35A26" w14:paraId="1483518B" w14:textId="11401D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7362F2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Pr="007362F2" w:rsidR="007362F2" w:rsidTr="050FD1E3" w14:paraId="18F674BF" w14:textId="77777777">
        <w:tc>
          <w:tcPr>
            <w:tcW w:w="2694" w:type="dxa"/>
            <w:tcMar/>
            <w:vAlign w:val="center"/>
          </w:tcPr>
          <w:p w:rsidRPr="007362F2" w:rsidR="00A35A26" w:rsidP="00A35A26" w:rsidRDefault="00A35A26" w14:paraId="7056D55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7362F2" w:rsidR="00A35A26" w:rsidP="00A35A26" w:rsidRDefault="00A35A26" w14:paraId="4E43C557" w14:textId="63CAE7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362F2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Pr="007362F2" w:rsidR="007362F2" w:rsidTr="050FD1E3" w14:paraId="3D1DD2A3" w14:textId="77777777">
        <w:tc>
          <w:tcPr>
            <w:tcW w:w="2694" w:type="dxa"/>
            <w:tcMar/>
            <w:vAlign w:val="center"/>
          </w:tcPr>
          <w:p w:rsidRPr="007362F2" w:rsidR="00A35A26" w:rsidP="00A35A26" w:rsidRDefault="00A35A26" w14:paraId="41E98A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7362F2" w:rsidR="00A35A26" w:rsidP="050FD1E3" w:rsidRDefault="00A35A26" w14:paraId="3775CBF2" w14:textId="524C2FB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050FD1E3" w:rsidR="00A35A2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II / 3 </w:t>
            </w:r>
          </w:p>
        </w:tc>
      </w:tr>
      <w:tr w:rsidRPr="007362F2" w:rsidR="007362F2" w:rsidTr="050FD1E3" w14:paraId="1E0E0800" w14:textId="77777777">
        <w:tc>
          <w:tcPr>
            <w:tcW w:w="2694" w:type="dxa"/>
            <w:tcMar/>
            <w:vAlign w:val="center"/>
          </w:tcPr>
          <w:p w:rsidRPr="007362F2" w:rsidR="00A35A26" w:rsidP="00A35A26" w:rsidRDefault="00A35A26" w14:paraId="3C269B3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7362F2" w:rsidR="00A35A26" w:rsidP="050FD1E3" w:rsidRDefault="0031779F" w14:paraId="301E862C" w14:textId="5103900B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050FD1E3" w:rsidR="6E8E21B0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Specjalnościowy </w:t>
            </w:r>
          </w:p>
        </w:tc>
      </w:tr>
      <w:tr w:rsidRPr="007362F2" w:rsidR="007362F2" w:rsidTr="050FD1E3" w14:paraId="7B6E123D" w14:textId="77777777">
        <w:tc>
          <w:tcPr>
            <w:tcW w:w="2694" w:type="dxa"/>
            <w:tcMar/>
            <w:vAlign w:val="center"/>
          </w:tcPr>
          <w:p w:rsidRPr="007362F2" w:rsidR="00A35A26" w:rsidP="00A35A26" w:rsidRDefault="00A35A26" w14:paraId="1B559C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7362F2" w:rsidR="00A35A26" w:rsidP="00A35A26" w:rsidRDefault="00A35A26" w14:paraId="3E5FC750" w14:textId="7AECC9B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362F2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Pr="007362F2" w:rsidR="007362F2" w:rsidTr="050FD1E3" w14:paraId="5DEAC29A" w14:textId="77777777">
        <w:tc>
          <w:tcPr>
            <w:tcW w:w="2694" w:type="dxa"/>
            <w:tcMar/>
            <w:vAlign w:val="center"/>
          </w:tcPr>
          <w:p w:rsidRPr="007362F2" w:rsidR="00A35A26" w:rsidP="00A35A26" w:rsidRDefault="00A35A26" w14:paraId="48BEA79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7362F2" w:rsidR="00A35A26" w:rsidP="00A35A26" w:rsidRDefault="00E35AFC" w14:paraId="5531432C" w14:textId="10A03D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362F2">
              <w:rPr>
                <w:rFonts w:ascii="Corbel" w:hAnsi="Corbel"/>
                <w:b w:val="0"/>
                <w:color w:val="auto"/>
                <w:sz w:val="24"/>
                <w:szCs w:val="24"/>
              </w:rPr>
              <w:t>dr Konrad Kędzierski</w:t>
            </w:r>
          </w:p>
        </w:tc>
      </w:tr>
      <w:tr w:rsidRPr="007362F2" w:rsidR="007362F2" w:rsidTr="050FD1E3" w14:paraId="70D2FEE4" w14:textId="77777777">
        <w:tc>
          <w:tcPr>
            <w:tcW w:w="2694" w:type="dxa"/>
            <w:tcMar/>
            <w:vAlign w:val="center"/>
          </w:tcPr>
          <w:p w:rsidRPr="007362F2" w:rsidR="00E35AFC" w:rsidP="00E35AFC" w:rsidRDefault="00E35AFC" w14:paraId="123883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7362F2" w:rsidR="00E35AFC" w:rsidP="00E35AFC" w:rsidRDefault="00E35AFC" w14:paraId="1D08AC9F" w14:textId="42EB3F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362F2">
              <w:rPr>
                <w:rFonts w:ascii="Corbel" w:hAnsi="Corbel"/>
                <w:b w:val="0"/>
                <w:color w:val="auto"/>
                <w:sz w:val="24"/>
                <w:szCs w:val="24"/>
              </w:rPr>
              <w:t>dr Konrad Kędzierski</w:t>
            </w:r>
          </w:p>
        </w:tc>
      </w:tr>
    </w:tbl>
    <w:p w:rsidRPr="007362F2" w:rsidR="0085747A" w:rsidP="009C54AE" w:rsidRDefault="0085747A" w14:paraId="69895455" w14:textId="257C44F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62F2">
        <w:rPr>
          <w:rFonts w:ascii="Corbel" w:hAnsi="Corbel"/>
          <w:sz w:val="24"/>
          <w:szCs w:val="24"/>
        </w:rPr>
        <w:t xml:space="preserve">* </w:t>
      </w:r>
      <w:r w:rsidRPr="007362F2">
        <w:rPr>
          <w:rFonts w:ascii="Corbel" w:hAnsi="Corbel"/>
          <w:i/>
          <w:sz w:val="24"/>
          <w:szCs w:val="24"/>
        </w:rPr>
        <w:t>-</w:t>
      </w:r>
      <w:r w:rsidRPr="007362F2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7362F2" w:rsidR="00B90885">
        <w:rPr>
          <w:rFonts w:ascii="Corbel" w:hAnsi="Corbel"/>
          <w:b w:val="0"/>
          <w:sz w:val="24"/>
          <w:szCs w:val="24"/>
        </w:rPr>
        <w:t>e,</w:t>
      </w:r>
      <w:r w:rsidRPr="007362F2">
        <w:rPr>
          <w:rFonts w:ascii="Corbel" w:hAnsi="Corbel"/>
          <w:i/>
          <w:sz w:val="24"/>
          <w:szCs w:val="24"/>
        </w:rPr>
        <w:t xml:space="preserve"> </w:t>
      </w:r>
      <w:r w:rsidRPr="007362F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7362F2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7362F2" w:rsidR="00923D7D" w:rsidP="009C54AE" w:rsidRDefault="00923D7D" w14:paraId="5475231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7362F2" w:rsidR="0085747A" w:rsidP="009C54AE" w:rsidRDefault="0085747A" w14:paraId="2CD0C80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7362F2">
        <w:rPr>
          <w:rFonts w:ascii="Corbel" w:hAnsi="Corbel"/>
          <w:sz w:val="24"/>
          <w:szCs w:val="24"/>
        </w:rPr>
        <w:t>1.</w:t>
      </w:r>
      <w:r w:rsidRPr="007362F2" w:rsidR="00E22FBC">
        <w:rPr>
          <w:rFonts w:ascii="Corbel" w:hAnsi="Corbel"/>
          <w:sz w:val="24"/>
          <w:szCs w:val="24"/>
        </w:rPr>
        <w:t>1</w:t>
      </w:r>
      <w:r w:rsidRPr="007362F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7362F2" w:rsidR="00923D7D" w:rsidP="009C54AE" w:rsidRDefault="00923D7D" w14:paraId="6096B31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45"/>
        <w:gridCol w:w="795"/>
        <w:gridCol w:w="855"/>
        <w:gridCol w:w="641"/>
        <w:gridCol w:w="948"/>
        <w:gridCol w:w="1189"/>
        <w:gridCol w:w="1505"/>
      </w:tblGrid>
      <w:tr w:rsidRPr="007362F2" w:rsidR="007362F2" w:rsidTr="050FD1E3" w14:paraId="6BF2F783" w14:textId="77777777"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362F2" w:rsidR="00015B8F" w:rsidP="009C54AE" w:rsidRDefault="00015B8F" w14:paraId="106197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62F2">
              <w:rPr>
                <w:rFonts w:ascii="Corbel" w:hAnsi="Corbel"/>
                <w:szCs w:val="24"/>
              </w:rPr>
              <w:t>Semestr</w:t>
            </w:r>
          </w:p>
          <w:p w:rsidRPr="007362F2" w:rsidR="00015B8F" w:rsidP="009C54AE" w:rsidRDefault="002B5EA0" w14:paraId="0B0D603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62F2">
              <w:rPr>
                <w:rFonts w:ascii="Corbel" w:hAnsi="Corbel"/>
                <w:szCs w:val="24"/>
              </w:rPr>
              <w:t>(</w:t>
            </w:r>
            <w:r w:rsidRPr="007362F2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362F2" w:rsidR="00015B8F" w:rsidP="009C54AE" w:rsidRDefault="00015B8F" w14:paraId="1B3216D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62F2">
              <w:rPr>
                <w:rFonts w:ascii="Corbel" w:hAnsi="Corbel"/>
                <w:szCs w:val="24"/>
              </w:rPr>
              <w:t>Wykł</w:t>
            </w:r>
            <w:proofErr w:type="spellEnd"/>
            <w:r w:rsidRPr="007362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362F2" w:rsidR="00015B8F" w:rsidP="009C54AE" w:rsidRDefault="00015B8F" w14:paraId="6BA4358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62F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362F2" w:rsidR="00015B8F" w:rsidP="009C54AE" w:rsidRDefault="00015B8F" w14:paraId="15A5CD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62F2">
              <w:rPr>
                <w:rFonts w:ascii="Corbel" w:hAnsi="Corbel"/>
                <w:szCs w:val="24"/>
              </w:rPr>
              <w:t>Konw</w:t>
            </w:r>
            <w:proofErr w:type="spellEnd"/>
            <w:r w:rsidRPr="007362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362F2" w:rsidR="00015B8F" w:rsidP="009C54AE" w:rsidRDefault="00015B8F" w14:paraId="14D85B8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62F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362F2" w:rsidR="00015B8F" w:rsidP="009C54AE" w:rsidRDefault="00015B8F" w14:paraId="4B3B15C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62F2">
              <w:rPr>
                <w:rFonts w:ascii="Corbel" w:hAnsi="Corbel"/>
                <w:szCs w:val="24"/>
              </w:rPr>
              <w:t>Sem</w:t>
            </w:r>
            <w:proofErr w:type="spellEnd"/>
            <w:r w:rsidRPr="007362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362F2" w:rsidR="00015B8F" w:rsidP="009C54AE" w:rsidRDefault="00015B8F" w14:paraId="34BED8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62F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362F2" w:rsidR="00015B8F" w:rsidP="009C54AE" w:rsidRDefault="00015B8F" w14:paraId="18976B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62F2">
              <w:rPr>
                <w:rFonts w:ascii="Corbel" w:hAnsi="Corbel"/>
                <w:szCs w:val="24"/>
              </w:rPr>
              <w:t>Prakt</w:t>
            </w:r>
            <w:proofErr w:type="spellEnd"/>
            <w:r w:rsidRPr="007362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362F2" w:rsidR="00015B8F" w:rsidP="009C54AE" w:rsidRDefault="00015B8F" w14:paraId="0403140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62F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362F2" w:rsidR="00015B8F" w:rsidP="009C54AE" w:rsidRDefault="00015B8F" w14:paraId="0524B2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62F2">
              <w:rPr>
                <w:rFonts w:ascii="Corbel" w:hAnsi="Corbel"/>
                <w:b/>
                <w:szCs w:val="24"/>
              </w:rPr>
              <w:t>Liczba pkt</w:t>
            </w:r>
            <w:r w:rsidRPr="007362F2" w:rsidR="00B90885">
              <w:rPr>
                <w:rFonts w:ascii="Corbel" w:hAnsi="Corbel"/>
                <w:b/>
                <w:szCs w:val="24"/>
              </w:rPr>
              <w:t>.</w:t>
            </w:r>
            <w:r w:rsidRPr="007362F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7362F2" w:rsidR="007362F2" w:rsidTr="050FD1E3" w14:paraId="55B13173" w14:textId="77777777">
        <w:trPr>
          <w:trHeight w:val="453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362F2" w:rsidR="00015B8F" w:rsidP="009C54AE" w:rsidRDefault="00E35AFC" w14:paraId="630E3C7F" w14:textId="3CEA5E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362F2" w:rsidR="00015B8F" w:rsidP="009C54AE" w:rsidRDefault="00194879" w14:paraId="3433C129" w14:textId="5F6416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362F2" w:rsidR="00015B8F" w:rsidP="009C54AE" w:rsidRDefault="00194879" w14:paraId="40860063" w14:textId="4AE0FA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362F2" w:rsidR="00015B8F" w:rsidP="009C54AE" w:rsidRDefault="00015B8F" w14:paraId="6FC99C2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362F2" w:rsidR="00015B8F" w:rsidP="009C54AE" w:rsidRDefault="00015B8F" w14:paraId="247925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362F2" w:rsidR="00015B8F" w:rsidP="009C54AE" w:rsidRDefault="00015B8F" w14:paraId="569C4C4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362F2" w:rsidR="00015B8F" w:rsidP="009C54AE" w:rsidRDefault="00015B8F" w14:paraId="4526858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362F2" w:rsidR="00015B8F" w:rsidP="009C54AE" w:rsidRDefault="00015B8F" w14:paraId="71DC4D3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362F2" w:rsidR="00015B8F" w:rsidP="009C54AE" w:rsidRDefault="00015B8F" w14:paraId="2B8A853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362F2" w:rsidR="00015B8F" w:rsidP="009C54AE" w:rsidRDefault="00015B8F" w14:paraId="7C25EAE4" w14:textId="0E48A7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50FD1E3" w:rsidR="0FFCC10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7362F2" w:rsidR="00923D7D" w:rsidP="009C54AE" w:rsidRDefault="00923D7D" w14:paraId="083104C1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7362F2" w:rsidR="00923D7D" w:rsidP="009C54AE" w:rsidRDefault="00923D7D" w14:paraId="5B90208D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7362F2" w:rsidR="0085747A" w:rsidP="00F83B28" w:rsidRDefault="0085747A" w14:paraId="433DA32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62F2">
        <w:rPr>
          <w:rFonts w:ascii="Corbel" w:hAnsi="Corbel"/>
          <w:smallCaps w:val="0"/>
          <w:szCs w:val="24"/>
        </w:rPr>
        <w:t>1.</w:t>
      </w:r>
      <w:r w:rsidRPr="007362F2" w:rsidR="00E22FBC">
        <w:rPr>
          <w:rFonts w:ascii="Corbel" w:hAnsi="Corbel"/>
          <w:smallCaps w:val="0"/>
          <w:szCs w:val="24"/>
        </w:rPr>
        <w:t>2</w:t>
      </w:r>
      <w:r w:rsidRPr="007362F2" w:rsidR="00F83B28">
        <w:rPr>
          <w:rFonts w:ascii="Corbel" w:hAnsi="Corbel"/>
          <w:smallCaps w:val="0"/>
          <w:szCs w:val="24"/>
        </w:rPr>
        <w:t>.</w:t>
      </w:r>
      <w:r w:rsidRPr="007362F2" w:rsidR="00F83B28">
        <w:rPr>
          <w:rFonts w:ascii="Corbel" w:hAnsi="Corbel"/>
          <w:smallCaps w:val="0"/>
          <w:szCs w:val="24"/>
        </w:rPr>
        <w:tab/>
      </w:r>
      <w:r w:rsidRPr="007362F2">
        <w:rPr>
          <w:rFonts w:ascii="Corbel" w:hAnsi="Corbel"/>
          <w:smallCaps w:val="0"/>
          <w:szCs w:val="24"/>
        </w:rPr>
        <w:t xml:space="preserve">Sposób realizacji zajęć  </w:t>
      </w:r>
    </w:p>
    <w:p w:rsidRPr="007362F2" w:rsidR="0085747A" w:rsidP="050FD1E3" w:rsidRDefault="00194879" w14:paraId="2EA8F885" w14:textId="5AE101E8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050FD1E3" w:rsidR="1A7E5D21">
        <w:rPr>
          <w:rFonts w:ascii="Wingdings" w:hAnsi="Wingdings" w:eastAsia="Wingdings" w:cs="Wingdings"/>
          <w:b w:val="0"/>
          <w:bCs w:val="0"/>
        </w:rPr>
        <w:t xml:space="preserve">X </w:t>
      </w:r>
      <w:r w:rsidRPr="050FD1E3" w:rsidR="0085747A">
        <w:rPr>
          <w:rFonts w:ascii="Corbel" w:hAnsi="Corbel"/>
          <w:b w:val="0"/>
          <w:bCs w:val="0"/>
          <w:caps w:val="0"/>
          <w:smallCaps w:val="0"/>
        </w:rPr>
        <w:t xml:space="preserve">zajęcia w formie tradycyjnej </w:t>
      </w:r>
    </w:p>
    <w:p w:rsidRPr="007362F2" w:rsidR="0085747A" w:rsidP="00F83B28" w:rsidRDefault="00194879" w14:paraId="2352C8A1" w14:textId="221B098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62F2">
        <w:rPr>
          <w:rFonts w:ascii="Wingdings" w:hAnsi="Wingdings" w:eastAsia="Wingdings" w:cs="Wingdings"/>
          <w:b w:val="0"/>
          <w:iCs/>
          <w:szCs w:val="24"/>
        </w:rPr>
        <w:t>x</w:t>
      </w:r>
      <w:r w:rsidRPr="007362F2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7362F2" w:rsidR="0085747A" w:rsidP="009C54AE" w:rsidRDefault="0085747A" w14:paraId="39E798D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7362F2" w:rsidR="00E22FBC" w:rsidP="00F83B28" w:rsidRDefault="00E22FBC" w14:paraId="04DE329E" w14:textId="1908E7C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7362F2">
        <w:rPr>
          <w:rFonts w:ascii="Corbel" w:hAnsi="Corbel"/>
          <w:smallCaps w:val="0"/>
          <w:szCs w:val="24"/>
        </w:rPr>
        <w:t xml:space="preserve">1.3 </w:t>
      </w:r>
      <w:r w:rsidRPr="007362F2" w:rsidR="00F83B28">
        <w:rPr>
          <w:rFonts w:ascii="Corbel" w:hAnsi="Corbel"/>
          <w:smallCaps w:val="0"/>
          <w:szCs w:val="24"/>
        </w:rPr>
        <w:tab/>
      </w:r>
      <w:r w:rsidRPr="007362F2">
        <w:rPr>
          <w:rFonts w:ascii="Corbel" w:hAnsi="Corbel"/>
          <w:smallCaps w:val="0"/>
          <w:szCs w:val="24"/>
        </w:rPr>
        <w:t>For</w:t>
      </w:r>
      <w:r w:rsidRPr="007362F2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7362F2">
        <w:rPr>
          <w:rFonts w:ascii="Corbel" w:hAnsi="Corbel"/>
          <w:smallCaps w:val="0"/>
          <w:szCs w:val="24"/>
        </w:rPr>
        <w:t xml:space="preserve"> (z toku) </w:t>
      </w:r>
      <w:r w:rsidRPr="007362F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7362F2" w:rsidR="00DB2FDB" w:rsidP="00DB2FDB" w:rsidRDefault="00DB2FDB" w14:paraId="1EB21697" w14:textId="77777777">
      <w:pPr>
        <w:spacing w:after="0" w:line="240" w:lineRule="auto"/>
        <w:jc w:val="both"/>
        <w:rPr>
          <w:rFonts w:ascii="Corbel" w:hAnsi="Corbel" w:eastAsia="Cambria"/>
          <w:b/>
          <w:sz w:val="24"/>
          <w:szCs w:val="24"/>
        </w:rPr>
      </w:pPr>
    </w:p>
    <w:p w:rsidRPr="007362F2" w:rsidR="00DB2FDB" w:rsidP="00DB2FDB" w:rsidRDefault="00DB2FDB" w14:paraId="06660920" w14:textId="6C37407E">
      <w:pPr>
        <w:spacing w:after="0" w:line="240" w:lineRule="auto"/>
        <w:jc w:val="both"/>
        <w:rPr>
          <w:rFonts w:ascii="Corbel" w:hAnsi="Corbel" w:eastAsia="Cambria"/>
          <w:sz w:val="24"/>
          <w:szCs w:val="24"/>
        </w:rPr>
      </w:pPr>
      <w:r w:rsidRPr="007362F2">
        <w:rPr>
          <w:rFonts w:ascii="Corbel" w:hAnsi="Corbel" w:eastAsia="Cambria"/>
          <w:b/>
          <w:sz w:val="24"/>
          <w:szCs w:val="24"/>
        </w:rPr>
        <w:t>W przypadku wykładu</w:t>
      </w:r>
      <w:r w:rsidRPr="007362F2">
        <w:rPr>
          <w:rFonts w:ascii="Corbel" w:hAnsi="Corbel" w:eastAsia="Cambria"/>
          <w:sz w:val="24"/>
          <w:szCs w:val="24"/>
        </w:rPr>
        <w:t xml:space="preserve"> – egzamin w formie pisemnej lub ustnej.</w:t>
      </w:r>
    </w:p>
    <w:p w:rsidRPr="007362F2" w:rsidR="00DB2FDB" w:rsidP="00DB2FDB" w:rsidRDefault="00DB2FDB" w14:paraId="1378BE56" w14:textId="77777777">
      <w:pPr>
        <w:spacing w:after="0" w:line="240" w:lineRule="auto"/>
        <w:jc w:val="both"/>
        <w:rPr>
          <w:rFonts w:ascii="Corbel" w:hAnsi="Corbel" w:eastAsia="Cambria"/>
          <w:sz w:val="24"/>
          <w:szCs w:val="24"/>
        </w:rPr>
      </w:pPr>
      <w:r w:rsidRPr="007362F2">
        <w:rPr>
          <w:rFonts w:ascii="Corbel" w:hAnsi="Corbel" w:eastAsia="Cambria"/>
          <w:b/>
          <w:sz w:val="24"/>
          <w:szCs w:val="24"/>
        </w:rPr>
        <w:t>W przypadku ćwiczeń</w:t>
      </w:r>
      <w:r w:rsidRPr="007362F2">
        <w:rPr>
          <w:rFonts w:ascii="Corbel" w:hAnsi="Corbel" w:eastAsia="Cambria"/>
          <w:sz w:val="24"/>
          <w:szCs w:val="24"/>
        </w:rPr>
        <w:t xml:space="preserve"> - zaliczenie z oceną w formie pisemnej lub ustnej. W celu zweryfikowania wiedzy zdobytej w czasie ćwiczeń może zostać przeprowadzone kolokwium w formie pisemnej lub ustnej – po omówieniu części treści merytorycznej przedmiotu. Możliwa jest również bieżąca ocena </w:t>
      </w:r>
      <w:r w:rsidRPr="007362F2">
        <w:rPr>
          <w:rFonts w:ascii="Corbel" w:hAnsi="Corbel" w:eastAsia="Cambria"/>
          <w:sz w:val="24"/>
          <w:szCs w:val="24"/>
        </w:rPr>
        <w:lastRenderedPageBreak/>
        <w:t>wiedzy studenta – w postaci pytań kontrolnych, odpowiedzi pisemnych, przedstawienia prezentacji multimedialnej lub referatu.</w:t>
      </w:r>
    </w:p>
    <w:p w:rsidRPr="007362F2" w:rsidR="00DB2FDB" w:rsidP="00F83B28" w:rsidRDefault="00DB2FDB" w14:paraId="05B185C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Pr="007362F2" w:rsidR="009C54AE" w:rsidP="009C54AE" w:rsidRDefault="009C54AE" w14:paraId="5B487CB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362F2" w:rsidR="00E960BB" w:rsidP="009C54AE" w:rsidRDefault="0085747A" w14:paraId="2374C96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50FD1E3" w:rsidR="0085747A">
        <w:rPr>
          <w:rFonts w:ascii="Corbel" w:hAnsi="Corbel"/>
        </w:rPr>
        <w:t xml:space="preserve">2.Wymagania wstępne </w:t>
      </w:r>
    </w:p>
    <w:p w:rsidR="050FD1E3" w:rsidP="050FD1E3" w:rsidRDefault="050FD1E3" w14:paraId="3C99B347" w14:textId="6FCF7944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362F2" w:rsidR="0085747A" w:rsidTr="00745302" w14:paraId="7641A10F" w14:textId="77777777">
        <w:tc>
          <w:tcPr>
            <w:tcW w:w="9670" w:type="dxa"/>
          </w:tcPr>
          <w:p w:rsidRPr="007362F2" w:rsidR="0085747A" w:rsidP="009C54AE" w:rsidRDefault="00DB2FDB" w14:paraId="3DAECED5" w14:textId="48659F8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Znajomość podstawowych zagadnień</w:t>
            </w:r>
            <w:r w:rsidRPr="007362F2" w:rsidR="00CB3EA0">
              <w:rPr>
                <w:rFonts w:ascii="Corbel" w:hAnsi="Corbel"/>
                <w:b w:val="0"/>
                <w:smallCaps w:val="0"/>
                <w:szCs w:val="24"/>
              </w:rPr>
              <w:t xml:space="preserve"> i pojęć</w:t>
            </w: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 z zakres</w:t>
            </w:r>
            <w:r w:rsidRPr="007362F2" w:rsidR="00F9427A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 prawa administracyjnego </w:t>
            </w:r>
          </w:p>
        </w:tc>
      </w:tr>
    </w:tbl>
    <w:p w:rsidRPr="007362F2" w:rsidR="00153C41" w:rsidP="009C54AE" w:rsidRDefault="00153C41" w14:paraId="4ECCBAE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362F2" w:rsidR="0085747A" w:rsidP="009C54AE" w:rsidRDefault="0071620A" w14:paraId="1F2C075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362F2">
        <w:rPr>
          <w:rFonts w:ascii="Corbel" w:hAnsi="Corbel"/>
          <w:szCs w:val="24"/>
        </w:rPr>
        <w:t>3.</w:t>
      </w:r>
      <w:r w:rsidRPr="007362F2" w:rsidR="0085747A">
        <w:rPr>
          <w:rFonts w:ascii="Corbel" w:hAnsi="Corbel"/>
          <w:szCs w:val="24"/>
        </w:rPr>
        <w:t xml:space="preserve"> </w:t>
      </w:r>
      <w:r w:rsidRPr="007362F2" w:rsidR="00A84C85">
        <w:rPr>
          <w:rFonts w:ascii="Corbel" w:hAnsi="Corbel"/>
          <w:szCs w:val="24"/>
        </w:rPr>
        <w:t>cele, efekty uczenia się</w:t>
      </w:r>
      <w:r w:rsidRPr="007362F2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7362F2" w:rsidR="0085747A" w:rsidP="009C54AE" w:rsidRDefault="0085747A" w14:paraId="7721738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362F2" w:rsidR="0085747A" w:rsidP="009C54AE" w:rsidRDefault="0071620A" w14:paraId="59592E32" w14:textId="77777777">
      <w:pPr>
        <w:pStyle w:val="Podpunkty"/>
        <w:rPr>
          <w:rFonts w:ascii="Corbel" w:hAnsi="Corbel"/>
          <w:sz w:val="24"/>
          <w:szCs w:val="24"/>
        </w:rPr>
      </w:pPr>
      <w:r w:rsidRPr="007362F2">
        <w:rPr>
          <w:rFonts w:ascii="Corbel" w:hAnsi="Corbel"/>
          <w:sz w:val="24"/>
          <w:szCs w:val="24"/>
        </w:rPr>
        <w:t xml:space="preserve">3.1 </w:t>
      </w:r>
      <w:r w:rsidRPr="007362F2" w:rsidR="00C05F44">
        <w:rPr>
          <w:rFonts w:ascii="Corbel" w:hAnsi="Corbel"/>
          <w:sz w:val="24"/>
          <w:szCs w:val="24"/>
        </w:rPr>
        <w:t>Cele przedmiotu</w:t>
      </w:r>
    </w:p>
    <w:p w:rsidRPr="007362F2" w:rsidR="00F83B28" w:rsidP="009C54AE" w:rsidRDefault="00F83B28" w14:paraId="4D4E2AA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7362F2" w:rsidR="0085747A" w:rsidTr="00DF2A59" w14:paraId="5656F713" w14:textId="77777777">
        <w:tc>
          <w:tcPr>
            <w:tcW w:w="843" w:type="dxa"/>
            <w:vAlign w:val="center"/>
          </w:tcPr>
          <w:p w:rsidRPr="007362F2" w:rsidR="0085747A" w:rsidP="009C54AE" w:rsidRDefault="0085747A" w14:paraId="4AC61CA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62F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7362F2" w:rsidR="0085747A" w:rsidP="00B91DE8" w:rsidRDefault="00B91DE8" w14:paraId="2D454AE5" w14:textId="57C8745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62F2">
              <w:rPr>
                <w:rFonts w:ascii="Corbel" w:hAnsi="Corbel"/>
                <w:b w:val="0"/>
                <w:sz w:val="24"/>
                <w:szCs w:val="24"/>
              </w:rPr>
              <w:t>Głównym c</w:t>
            </w:r>
            <w:r w:rsidRPr="007362F2" w:rsidR="001B7068">
              <w:rPr>
                <w:rFonts w:ascii="Corbel" w:hAnsi="Corbel"/>
                <w:b w:val="0"/>
                <w:sz w:val="24"/>
                <w:szCs w:val="24"/>
              </w:rPr>
              <w:t>elem przedmiotu jest zapoznanie Studentów</w:t>
            </w:r>
            <w:r w:rsidRPr="007362F2" w:rsidR="00BA4BD4">
              <w:rPr>
                <w:rFonts w:ascii="Corbel" w:hAnsi="Corbel"/>
                <w:b w:val="0"/>
                <w:sz w:val="24"/>
                <w:szCs w:val="24"/>
              </w:rPr>
              <w:t xml:space="preserve"> z zasadami oraz formami prowadzenia gospodarki komunalnej przez jednostki samorządu terytorialnego</w:t>
            </w:r>
            <w:r w:rsidRPr="007362F2">
              <w:rPr>
                <w:rFonts w:ascii="Corbel" w:hAnsi="Corbel"/>
                <w:b w:val="0"/>
                <w:sz w:val="24"/>
                <w:szCs w:val="24"/>
              </w:rPr>
              <w:t>, w celu zaspokojenia zbiorowych potrzeb wspólnoty samorządowej.</w:t>
            </w:r>
          </w:p>
        </w:tc>
      </w:tr>
    </w:tbl>
    <w:p w:rsidRPr="007362F2" w:rsidR="0085747A" w:rsidP="009C54AE" w:rsidRDefault="0085747A" w14:paraId="2F2BAC7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362F2" w:rsidR="001D7B54" w:rsidP="009C54AE" w:rsidRDefault="009F4610" w14:paraId="39841D9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62F2">
        <w:rPr>
          <w:rFonts w:ascii="Corbel" w:hAnsi="Corbel"/>
          <w:b/>
          <w:sz w:val="24"/>
          <w:szCs w:val="24"/>
        </w:rPr>
        <w:t xml:space="preserve">3.2 </w:t>
      </w:r>
      <w:r w:rsidRPr="007362F2" w:rsidR="001D7B54">
        <w:rPr>
          <w:rFonts w:ascii="Corbel" w:hAnsi="Corbel"/>
          <w:b/>
          <w:sz w:val="24"/>
          <w:szCs w:val="24"/>
        </w:rPr>
        <w:t xml:space="preserve">Efekty </w:t>
      </w:r>
      <w:r w:rsidRPr="007362F2" w:rsidR="00C05F44">
        <w:rPr>
          <w:rFonts w:ascii="Corbel" w:hAnsi="Corbel"/>
          <w:b/>
          <w:sz w:val="24"/>
          <w:szCs w:val="24"/>
        </w:rPr>
        <w:t xml:space="preserve">uczenia się </w:t>
      </w:r>
      <w:r w:rsidRPr="007362F2" w:rsidR="001D7B54">
        <w:rPr>
          <w:rFonts w:ascii="Corbel" w:hAnsi="Corbel"/>
          <w:b/>
          <w:sz w:val="24"/>
          <w:szCs w:val="24"/>
        </w:rPr>
        <w:t>dla przedmiotu</w:t>
      </w:r>
      <w:r w:rsidRPr="007362F2" w:rsidR="00445970">
        <w:rPr>
          <w:rFonts w:ascii="Corbel" w:hAnsi="Corbel"/>
          <w:sz w:val="24"/>
          <w:szCs w:val="24"/>
        </w:rPr>
        <w:t xml:space="preserve"> </w:t>
      </w:r>
    </w:p>
    <w:p w:rsidRPr="007362F2" w:rsidR="001D7B54" w:rsidP="009C54AE" w:rsidRDefault="001D7B54" w14:paraId="1C6FBA7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7362F2" w:rsidR="007362F2" w:rsidTr="050FD1E3" w14:paraId="1CAE0183" w14:textId="77777777">
        <w:tc>
          <w:tcPr>
            <w:tcW w:w="1681" w:type="dxa"/>
            <w:tcMar/>
            <w:vAlign w:val="center"/>
          </w:tcPr>
          <w:p w:rsidRPr="007362F2" w:rsidR="0085747A" w:rsidP="009C54AE" w:rsidRDefault="0085747A" w14:paraId="055233B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smallCaps w:val="0"/>
                <w:szCs w:val="24"/>
              </w:rPr>
              <w:t>EK</w:t>
            </w:r>
            <w:r w:rsidRPr="007362F2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7362F2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362F2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7362F2" w:rsidR="0085747A" w:rsidP="00C05F44" w:rsidRDefault="0085747A" w14:paraId="3D95BE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7362F2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7362F2" w:rsidR="0085747A" w:rsidP="00C05F44" w:rsidRDefault="0085747A" w14:paraId="34B847F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362F2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7362F2" w:rsidR="007362F2" w:rsidTr="050FD1E3" w14:paraId="2FF446F8" w14:textId="77777777">
        <w:tc>
          <w:tcPr>
            <w:tcW w:w="1681" w:type="dxa"/>
            <w:tcMar/>
          </w:tcPr>
          <w:p w:rsidRPr="007362F2" w:rsidR="006C167B" w:rsidP="050FD1E3" w:rsidRDefault="006C167B" w14:paraId="5A7CC133" w14:textId="204D7B9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50FD1E3" w:rsidR="34C55424">
              <w:rPr>
                <w:rFonts w:ascii="Corbel" w:hAnsi="Corbel"/>
                <w:b w:val="0"/>
                <w:bCs w:val="0"/>
                <w:sz w:val="23"/>
                <w:szCs w:val="23"/>
              </w:rPr>
              <w:t>EK_01</w:t>
            </w:r>
          </w:p>
        </w:tc>
        <w:tc>
          <w:tcPr>
            <w:tcW w:w="5974" w:type="dxa"/>
            <w:tcMar/>
          </w:tcPr>
          <w:p w:rsidRPr="007362F2" w:rsidR="006C167B" w:rsidP="006C167B" w:rsidRDefault="006C167B" w14:paraId="7F0CADB8" w14:textId="086A39A1">
            <w:pPr>
              <w:pStyle w:val="TableParagraph"/>
              <w:spacing w:line="276" w:lineRule="auto"/>
              <w:ind w:right="96"/>
              <w:jc w:val="both"/>
              <w:rPr>
                <w:bCs/>
                <w:sz w:val="23"/>
                <w:szCs w:val="23"/>
              </w:rPr>
            </w:pPr>
            <w:r w:rsidRPr="007362F2">
              <w:rPr>
                <w:bCs/>
                <w:sz w:val="23"/>
                <w:szCs w:val="23"/>
              </w:rPr>
              <w:t>Posiada zaawansowaną wiedzę ogólną w obszarze nauk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społecznych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z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zakresu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prawa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administracji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oraz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uporządkowaną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podbudowaną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teoretycznie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wiedzę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obejmującą</w:t>
            </w:r>
            <w:r w:rsidRPr="007362F2">
              <w:rPr>
                <w:bCs/>
                <w:spacing w:val="26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kluczowe</w:t>
            </w:r>
            <w:r w:rsidRPr="007362F2">
              <w:rPr>
                <w:bCs/>
                <w:spacing w:val="24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zagadnienia,</w:t>
            </w:r>
            <w:r w:rsidRPr="007362F2">
              <w:rPr>
                <w:bCs/>
                <w:spacing w:val="25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ekonomiczne, polityczne</w:t>
            </w:r>
            <w:r w:rsidRPr="007362F2">
              <w:rPr>
                <w:bCs/>
                <w:spacing w:val="-4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oraz</w:t>
            </w:r>
            <w:r w:rsidRPr="007362F2">
              <w:rPr>
                <w:bCs/>
                <w:spacing w:val="-3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socjologiczne;</w:t>
            </w:r>
          </w:p>
        </w:tc>
        <w:tc>
          <w:tcPr>
            <w:tcW w:w="1865" w:type="dxa"/>
            <w:tcMar/>
          </w:tcPr>
          <w:p w:rsidR="050FD1E3" w:rsidP="050FD1E3" w:rsidRDefault="050FD1E3" w14:noSpellErr="1" w14:paraId="108286AF" w14:textId="1B4CA1B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K_W01</w:t>
            </w:r>
          </w:p>
        </w:tc>
      </w:tr>
      <w:tr w:rsidRPr="007362F2" w:rsidR="007362F2" w:rsidTr="050FD1E3" w14:paraId="439D51A3" w14:textId="77777777">
        <w:tc>
          <w:tcPr>
            <w:tcW w:w="1681" w:type="dxa"/>
            <w:tcMar/>
          </w:tcPr>
          <w:p w:rsidRPr="007362F2" w:rsidR="006C167B" w:rsidP="050FD1E3" w:rsidRDefault="006C167B" w14:paraId="495355FC" w14:textId="24E1F57B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50FD1E3" w:rsidR="6B76B523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50FD1E3" w:rsidR="08208F89">
              <w:rPr>
                <w:rFonts w:ascii="Corbel" w:hAnsi="Corbel"/>
                <w:b w:val="0"/>
                <w:bCs w:val="0"/>
                <w:sz w:val="23"/>
                <w:szCs w:val="23"/>
              </w:rPr>
              <w:t>2</w:t>
            </w:r>
          </w:p>
        </w:tc>
        <w:tc>
          <w:tcPr>
            <w:tcW w:w="5974" w:type="dxa"/>
            <w:tcMar/>
          </w:tcPr>
          <w:p w:rsidRPr="007362F2" w:rsidR="006C167B" w:rsidP="006C167B" w:rsidRDefault="006C167B" w14:paraId="1D167FBD" w14:textId="241B4700">
            <w:pPr>
              <w:pStyle w:val="TableParagraph"/>
              <w:spacing w:line="276" w:lineRule="auto"/>
              <w:ind w:right="100"/>
              <w:jc w:val="both"/>
              <w:rPr>
                <w:bCs/>
                <w:sz w:val="23"/>
                <w:szCs w:val="23"/>
              </w:rPr>
            </w:pPr>
            <w:r w:rsidRPr="007362F2">
              <w:rPr>
                <w:bCs/>
                <w:sz w:val="23"/>
                <w:szCs w:val="23"/>
              </w:rPr>
              <w:t>Wykazuje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się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szczegółową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wiedzą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na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temat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struktur,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instytucji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zasad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działania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organów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administracji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publicznej (krajowych, międzynarodowych i unijnych)</w:t>
            </w:r>
            <w:r w:rsidRPr="007362F2">
              <w:rPr>
                <w:bCs/>
                <w:spacing w:val="-44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</w:t>
            </w:r>
            <w:r w:rsidRPr="007362F2">
              <w:rPr>
                <w:bCs/>
                <w:spacing w:val="9"/>
                <w:sz w:val="23"/>
                <w:szCs w:val="23"/>
              </w:rPr>
              <w:t> </w:t>
            </w:r>
            <w:r w:rsidRPr="007362F2">
              <w:rPr>
                <w:bCs/>
                <w:sz w:val="23"/>
                <w:szCs w:val="23"/>
              </w:rPr>
              <w:t>podmiotów</w:t>
            </w:r>
            <w:r w:rsidRPr="007362F2">
              <w:rPr>
                <w:bCs/>
                <w:spacing w:val="9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administrujących,</w:t>
            </w:r>
            <w:r w:rsidRPr="007362F2">
              <w:rPr>
                <w:bCs/>
                <w:spacing w:val="9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ich</w:t>
            </w:r>
            <w:r w:rsidRPr="007362F2">
              <w:rPr>
                <w:bCs/>
                <w:spacing w:val="10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genezy</w:t>
            </w:r>
            <w:r w:rsidRPr="007362F2">
              <w:rPr>
                <w:bCs/>
                <w:spacing w:val="7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</w:t>
            </w:r>
            <w:r w:rsidRPr="007362F2">
              <w:rPr>
                <w:bCs/>
                <w:spacing w:val="9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ewolucji</w:t>
            </w:r>
            <w:r w:rsidRPr="007362F2">
              <w:rPr>
                <w:bCs/>
                <w:spacing w:val="10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oraz wykonywanych</w:t>
            </w:r>
            <w:r w:rsidRPr="007362F2">
              <w:rPr>
                <w:bCs/>
                <w:spacing w:val="-2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przez</w:t>
            </w:r>
            <w:r w:rsidRPr="007362F2">
              <w:rPr>
                <w:bCs/>
                <w:spacing w:val="-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nie</w:t>
            </w:r>
            <w:r w:rsidRPr="007362F2">
              <w:rPr>
                <w:bCs/>
                <w:spacing w:val="-3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zadań;</w:t>
            </w:r>
          </w:p>
        </w:tc>
        <w:tc>
          <w:tcPr>
            <w:tcW w:w="1865" w:type="dxa"/>
            <w:tcMar/>
          </w:tcPr>
          <w:p w:rsidR="050FD1E3" w:rsidP="050FD1E3" w:rsidRDefault="050FD1E3" w14:noSpellErr="1" w14:paraId="543F34D1" w14:textId="7720884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K_W02</w:t>
            </w:r>
          </w:p>
        </w:tc>
      </w:tr>
      <w:tr w:rsidRPr="007362F2" w:rsidR="007362F2" w:rsidTr="050FD1E3" w14:paraId="3D0B4F21" w14:textId="77777777">
        <w:tc>
          <w:tcPr>
            <w:tcW w:w="1681" w:type="dxa"/>
            <w:tcMar/>
          </w:tcPr>
          <w:p w:rsidRPr="007362F2" w:rsidR="00312A45" w:rsidP="050FD1E3" w:rsidRDefault="00312A45" w14:paraId="0551AF31" w14:textId="305883CD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50FD1E3" w:rsidR="6B76B523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50FD1E3" w:rsidR="4F6411D9">
              <w:rPr>
                <w:rFonts w:ascii="Corbel" w:hAnsi="Corbel"/>
                <w:b w:val="0"/>
                <w:bCs w:val="0"/>
                <w:sz w:val="23"/>
                <w:szCs w:val="23"/>
              </w:rPr>
              <w:t>3</w:t>
            </w:r>
          </w:p>
        </w:tc>
        <w:tc>
          <w:tcPr>
            <w:tcW w:w="5974" w:type="dxa"/>
            <w:tcMar/>
          </w:tcPr>
          <w:p w:rsidRPr="007362F2" w:rsidR="00312A45" w:rsidP="00312A45" w:rsidRDefault="00312A45" w14:paraId="29BA8E2B" w14:textId="427FF83F">
            <w:pPr>
              <w:pStyle w:val="TableParagraph"/>
              <w:spacing w:before="1" w:line="276" w:lineRule="auto"/>
              <w:ind w:right="101"/>
              <w:jc w:val="both"/>
              <w:rPr>
                <w:bCs/>
                <w:sz w:val="23"/>
                <w:szCs w:val="23"/>
              </w:rPr>
            </w:pPr>
            <w:r w:rsidRPr="007362F2">
              <w:rPr>
                <w:bCs/>
                <w:sz w:val="23"/>
                <w:szCs w:val="23"/>
              </w:rPr>
              <w:t>Dysponuje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pogłębioną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wiedzą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relacjach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między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organami administracji publicznej oraz relacjach między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nimi</w:t>
            </w:r>
            <w:r w:rsidRPr="007362F2">
              <w:rPr>
                <w:bCs/>
                <w:spacing w:val="-3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a</w:t>
            </w:r>
            <w:r w:rsidRPr="007362F2">
              <w:rPr>
                <w:bCs/>
                <w:spacing w:val="-2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jednostką</w:t>
            </w:r>
            <w:r w:rsidRPr="007362F2">
              <w:rPr>
                <w:bCs/>
                <w:spacing w:val="-2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</w:t>
            </w:r>
            <w:r w:rsidRPr="007362F2">
              <w:rPr>
                <w:bCs/>
                <w:spacing w:val="-2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instytucjami</w:t>
            </w:r>
            <w:r w:rsidRPr="007362F2">
              <w:rPr>
                <w:bCs/>
                <w:spacing w:val="-3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społecznymi</w:t>
            </w:r>
            <w:r w:rsidRPr="007362F2">
              <w:rPr>
                <w:bCs/>
                <w:spacing w:val="-4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w</w:t>
            </w:r>
            <w:r w:rsidRPr="007362F2">
              <w:rPr>
                <w:bCs/>
                <w:spacing w:val="-3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odniesieniu do</w:t>
            </w:r>
            <w:r w:rsidRPr="007362F2">
              <w:rPr>
                <w:bCs/>
                <w:spacing w:val="-4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wybranych</w:t>
            </w:r>
            <w:r w:rsidRPr="007362F2">
              <w:rPr>
                <w:bCs/>
                <w:spacing w:val="-2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struktur</w:t>
            </w:r>
            <w:r w:rsidRPr="007362F2">
              <w:rPr>
                <w:bCs/>
                <w:spacing w:val="-2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</w:t>
            </w:r>
            <w:r w:rsidRPr="007362F2">
              <w:rPr>
                <w:bCs/>
                <w:spacing w:val="-3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instytucji</w:t>
            </w:r>
            <w:r w:rsidRPr="007362F2">
              <w:rPr>
                <w:bCs/>
                <w:spacing w:val="-3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społecznych;</w:t>
            </w:r>
          </w:p>
        </w:tc>
        <w:tc>
          <w:tcPr>
            <w:tcW w:w="1865" w:type="dxa"/>
            <w:tcMar/>
          </w:tcPr>
          <w:p w:rsidR="050FD1E3" w:rsidP="050FD1E3" w:rsidRDefault="050FD1E3" w14:noSpellErr="1" w14:paraId="071D2C3D" w14:textId="7E158DB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K_W03</w:t>
            </w:r>
          </w:p>
        </w:tc>
      </w:tr>
      <w:tr w:rsidRPr="007362F2" w:rsidR="007362F2" w:rsidTr="050FD1E3" w14:paraId="61691CD8" w14:textId="77777777">
        <w:tc>
          <w:tcPr>
            <w:tcW w:w="1681" w:type="dxa"/>
            <w:tcMar/>
          </w:tcPr>
          <w:p w:rsidRPr="007362F2" w:rsidR="00312A45" w:rsidP="050FD1E3" w:rsidRDefault="00312A45" w14:paraId="0B2F0180" w14:textId="6BD8F5FC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50FD1E3" w:rsidR="7D5F53F3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50FD1E3" w:rsidR="3F1EFA92">
              <w:rPr>
                <w:rFonts w:ascii="Corbel" w:hAnsi="Corbel"/>
                <w:b w:val="0"/>
                <w:bCs w:val="0"/>
                <w:sz w:val="23"/>
                <w:szCs w:val="23"/>
              </w:rPr>
              <w:t>4</w:t>
            </w:r>
          </w:p>
        </w:tc>
        <w:tc>
          <w:tcPr>
            <w:tcW w:w="5974" w:type="dxa"/>
            <w:tcMar/>
          </w:tcPr>
          <w:p w:rsidRPr="007362F2" w:rsidR="00312A45" w:rsidP="00312A45" w:rsidRDefault="00312A45" w14:paraId="2559317E" w14:textId="1E3AE4F0">
            <w:pPr>
              <w:pStyle w:val="TableParagraph"/>
              <w:spacing w:line="276" w:lineRule="auto"/>
              <w:ind w:right="97"/>
              <w:jc w:val="both"/>
              <w:rPr>
                <w:bCs/>
                <w:sz w:val="23"/>
                <w:szCs w:val="23"/>
              </w:rPr>
            </w:pPr>
            <w:r w:rsidRPr="007362F2">
              <w:rPr>
                <w:bCs/>
                <w:sz w:val="23"/>
                <w:szCs w:val="23"/>
              </w:rPr>
              <w:t>Posiada</w:t>
            </w:r>
            <w:r w:rsidRPr="007362F2">
              <w:rPr>
                <w:bCs/>
                <w:spacing w:val="-10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rozszerzoną</w:t>
            </w:r>
            <w:r w:rsidRPr="007362F2">
              <w:rPr>
                <w:bCs/>
                <w:spacing w:val="-9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wiedzę</w:t>
            </w:r>
            <w:r w:rsidRPr="007362F2">
              <w:rPr>
                <w:bCs/>
                <w:spacing w:val="-8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</w:t>
            </w:r>
            <w:r w:rsidRPr="007362F2">
              <w:rPr>
                <w:bCs/>
                <w:spacing w:val="-10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roli</w:t>
            </w:r>
            <w:r w:rsidRPr="007362F2">
              <w:rPr>
                <w:bCs/>
                <w:spacing w:val="-10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człowieka,</w:t>
            </w:r>
            <w:r w:rsidRPr="007362F2">
              <w:rPr>
                <w:bCs/>
                <w:spacing w:val="-1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jego</w:t>
            </w:r>
            <w:r w:rsidRPr="007362F2">
              <w:rPr>
                <w:bCs/>
                <w:spacing w:val="-9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cechach</w:t>
            </w:r>
            <w:r w:rsidRPr="007362F2">
              <w:rPr>
                <w:bCs/>
                <w:spacing w:val="-43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aktywności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w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sferze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administracji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oraz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jako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twórcy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kultury</w:t>
            </w:r>
            <w:r w:rsidRPr="007362F2">
              <w:rPr>
                <w:bCs/>
                <w:spacing w:val="8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</w:t>
            </w:r>
            <w:r w:rsidRPr="007362F2">
              <w:rPr>
                <w:bCs/>
                <w:spacing w:val="8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podmiotu</w:t>
            </w:r>
            <w:r w:rsidRPr="007362F2">
              <w:rPr>
                <w:bCs/>
                <w:spacing w:val="9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konstytuującego</w:t>
            </w:r>
            <w:r w:rsidRPr="007362F2">
              <w:rPr>
                <w:bCs/>
                <w:spacing w:val="8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struktury</w:t>
            </w:r>
            <w:r w:rsidRPr="007362F2">
              <w:rPr>
                <w:bCs/>
                <w:spacing w:val="6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społeczne</w:t>
            </w:r>
            <w:r w:rsidRPr="007362F2">
              <w:rPr>
                <w:bCs/>
                <w:spacing w:val="7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 zasady</w:t>
            </w:r>
            <w:r w:rsidRPr="007362F2">
              <w:rPr>
                <w:bCs/>
                <w:spacing w:val="-2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ich</w:t>
            </w:r>
            <w:r w:rsidRPr="007362F2">
              <w:rPr>
                <w:bCs/>
                <w:spacing w:val="-3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funkcjonowania;</w:t>
            </w:r>
          </w:p>
        </w:tc>
        <w:tc>
          <w:tcPr>
            <w:tcW w:w="1865" w:type="dxa"/>
            <w:tcMar/>
          </w:tcPr>
          <w:p w:rsidR="050FD1E3" w:rsidP="050FD1E3" w:rsidRDefault="050FD1E3" w14:noSpellErr="1" w14:paraId="07153F3F" w14:textId="47350D3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K_W04</w:t>
            </w:r>
          </w:p>
        </w:tc>
      </w:tr>
      <w:tr w:rsidRPr="007362F2" w:rsidR="007362F2" w:rsidTr="050FD1E3" w14:paraId="58DDA99E" w14:textId="77777777">
        <w:tc>
          <w:tcPr>
            <w:tcW w:w="1681" w:type="dxa"/>
            <w:tcMar/>
          </w:tcPr>
          <w:p w:rsidRPr="007362F2" w:rsidR="00FC1097" w:rsidP="050FD1E3" w:rsidRDefault="00FC1097" w14:paraId="3784B945" w14:textId="6D8BBBCF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50FD1E3" w:rsidR="717312D6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50FD1E3" w:rsidR="110F09F3">
              <w:rPr>
                <w:rFonts w:ascii="Corbel" w:hAnsi="Corbel"/>
                <w:b w:val="0"/>
                <w:bCs w:val="0"/>
                <w:sz w:val="23"/>
                <w:szCs w:val="23"/>
              </w:rPr>
              <w:t>5</w:t>
            </w:r>
          </w:p>
        </w:tc>
        <w:tc>
          <w:tcPr>
            <w:tcW w:w="5974" w:type="dxa"/>
            <w:tcMar/>
          </w:tcPr>
          <w:p w:rsidRPr="007362F2" w:rsidR="00FC1097" w:rsidP="00312A45" w:rsidRDefault="00FC1097" w14:paraId="79C46A66" w14:textId="754F65C5">
            <w:pPr>
              <w:pStyle w:val="TableParagraph"/>
              <w:spacing w:line="276" w:lineRule="auto"/>
              <w:ind w:right="97"/>
              <w:jc w:val="both"/>
              <w:rPr>
                <w:sz w:val="23"/>
              </w:rPr>
            </w:pPr>
            <w:r w:rsidRPr="007362F2">
              <w:rPr>
                <w:sz w:val="23"/>
              </w:rPr>
              <w:t>Potrafi prawidłowo identyfikować i interpretować zjawiska prawne i inne zachodzące w administracji oraz ich wzajemne relacja z wykorzystaniem wiedzy w zakresie nauk administracyjnych</w:t>
            </w:r>
          </w:p>
        </w:tc>
        <w:tc>
          <w:tcPr>
            <w:tcW w:w="1865" w:type="dxa"/>
            <w:tcMar/>
          </w:tcPr>
          <w:p w:rsidR="050FD1E3" w:rsidP="050FD1E3" w:rsidRDefault="050FD1E3" w14:noSpellErr="1" w14:paraId="401CE0EC" w14:textId="18A9C53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K_U01</w:t>
            </w:r>
          </w:p>
        </w:tc>
      </w:tr>
      <w:tr w:rsidRPr="007362F2" w:rsidR="007362F2" w:rsidTr="050FD1E3" w14:paraId="1B2E9C2E" w14:textId="77777777">
        <w:tc>
          <w:tcPr>
            <w:tcW w:w="1681" w:type="dxa"/>
            <w:tcMar/>
          </w:tcPr>
          <w:p w:rsidRPr="007362F2" w:rsidR="00220578" w:rsidP="050FD1E3" w:rsidRDefault="00220578" w14:paraId="193C9A10" w14:textId="2B10784F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50FD1E3" w:rsidR="7AB2E3E7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50FD1E3" w:rsidR="703E0AB0">
              <w:rPr>
                <w:rFonts w:ascii="Corbel" w:hAnsi="Corbel"/>
                <w:b w:val="0"/>
                <w:bCs w:val="0"/>
                <w:sz w:val="23"/>
                <w:szCs w:val="23"/>
              </w:rPr>
              <w:t>6</w:t>
            </w:r>
          </w:p>
        </w:tc>
        <w:tc>
          <w:tcPr>
            <w:tcW w:w="5974" w:type="dxa"/>
            <w:tcMar/>
          </w:tcPr>
          <w:p w:rsidRPr="007362F2" w:rsidR="00220578" w:rsidP="00220578" w:rsidRDefault="00220578" w14:paraId="1F8D2BC8" w14:textId="77777777">
            <w:pPr>
              <w:pStyle w:val="TableParagraph"/>
              <w:spacing w:line="280" w:lineRule="exact"/>
              <w:jc w:val="both"/>
              <w:rPr>
                <w:sz w:val="23"/>
              </w:rPr>
            </w:pPr>
            <w:r w:rsidRPr="007362F2">
              <w:rPr>
                <w:sz w:val="23"/>
              </w:rPr>
              <w:t>Potrafi właściwie dobierać źródła oraz informacje,</w:t>
            </w:r>
          </w:p>
          <w:p w:rsidRPr="007362F2" w:rsidR="00220578" w:rsidP="00220578" w:rsidRDefault="00220578" w14:paraId="44EF2690" w14:textId="05D55254">
            <w:pPr>
              <w:pStyle w:val="TableParagraph"/>
              <w:spacing w:line="276" w:lineRule="auto"/>
              <w:ind w:right="97"/>
              <w:jc w:val="both"/>
              <w:rPr>
                <w:sz w:val="23"/>
              </w:rPr>
            </w:pPr>
            <w:r w:rsidRPr="007362F2">
              <w:rPr>
                <w:sz w:val="23"/>
              </w:rPr>
              <w:t>pozyskiwać</w:t>
            </w:r>
            <w:r w:rsidRPr="007362F2">
              <w:rPr>
                <w:spacing w:val="22"/>
                <w:sz w:val="23"/>
              </w:rPr>
              <w:t xml:space="preserve"> </w:t>
            </w:r>
            <w:r w:rsidRPr="007362F2">
              <w:rPr>
                <w:sz w:val="23"/>
              </w:rPr>
              <w:t>dane</w:t>
            </w:r>
            <w:r w:rsidRPr="007362F2">
              <w:rPr>
                <w:spacing w:val="23"/>
                <w:sz w:val="23"/>
              </w:rPr>
              <w:t xml:space="preserve"> </w:t>
            </w:r>
            <w:r w:rsidRPr="007362F2">
              <w:rPr>
                <w:sz w:val="23"/>
              </w:rPr>
              <w:t>dla</w:t>
            </w:r>
            <w:r w:rsidRPr="007362F2">
              <w:rPr>
                <w:spacing w:val="67"/>
                <w:sz w:val="23"/>
              </w:rPr>
              <w:t xml:space="preserve"> </w:t>
            </w:r>
            <w:r w:rsidRPr="007362F2">
              <w:rPr>
                <w:sz w:val="23"/>
              </w:rPr>
              <w:t>analizowania</w:t>
            </w:r>
            <w:r w:rsidRPr="007362F2">
              <w:rPr>
                <w:spacing w:val="67"/>
                <w:sz w:val="23"/>
              </w:rPr>
              <w:t xml:space="preserve"> </w:t>
            </w:r>
            <w:r w:rsidRPr="007362F2">
              <w:rPr>
                <w:sz w:val="23"/>
              </w:rPr>
              <w:t>procesów</w:t>
            </w:r>
            <w:r w:rsidRPr="007362F2">
              <w:rPr>
                <w:spacing w:val="66"/>
                <w:sz w:val="23"/>
              </w:rPr>
              <w:t xml:space="preserve"> </w:t>
            </w:r>
            <w:r w:rsidRPr="007362F2">
              <w:rPr>
                <w:sz w:val="23"/>
              </w:rPr>
              <w:t>i</w:t>
            </w:r>
            <w:r w:rsidRPr="007362F2">
              <w:rPr>
                <w:spacing w:val="68"/>
                <w:sz w:val="23"/>
              </w:rPr>
              <w:t xml:space="preserve"> </w:t>
            </w:r>
            <w:r w:rsidRPr="007362F2">
              <w:rPr>
                <w:sz w:val="23"/>
              </w:rPr>
              <w:t>zjawisk</w:t>
            </w:r>
            <w:r w:rsidRPr="007362F2">
              <w:rPr>
                <w:spacing w:val="-44"/>
                <w:sz w:val="23"/>
              </w:rPr>
              <w:t xml:space="preserve"> </w:t>
            </w:r>
            <w:r w:rsidRPr="007362F2">
              <w:rPr>
                <w:sz w:val="23"/>
              </w:rPr>
              <w:t>a</w:t>
            </w:r>
            <w:r w:rsidRPr="007362F2">
              <w:rPr>
                <w:spacing w:val="3"/>
                <w:sz w:val="23"/>
              </w:rPr>
              <w:t xml:space="preserve"> </w:t>
            </w:r>
            <w:r w:rsidRPr="007362F2">
              <w:rPr>
                <w:sz w:val="23"/>
              </w:rPr>
              <w:t>także</w:t>
            </w:r>
            <w:r w:rsidRPr="007362F2">
              <w:rPr>
                <w:spacing w:val="4"/>
                <w:sz w:val="23"/>
              </w:rPr>
              <w:t xml:space="preserve"> </w:t>
            </w:r>
            <w:r w:rsidRPr="007362F2">
              <w:rPr>
                <w:sz w:val="23"/>
              </w:rPr>
              <w:t>prawidłowo</w:t>
            </w:r>
            <w:r w:rsidRPr="007362F2">
              <w:rPr>
                <w:spacing w:val="3"/>
                <w:sz w:val="23"/>
              </w:rPr>
              <w:t xml:space="preserve"> </w:t>
            </w:r>
            <w:r w:rsidRPr="007362F2">
              <w:rPr>
                <w:sz w:val="23"/>
              </w:rPr>
              <w:t>posługiwać</w:t>
            </w:r>
            <w:r w:rsidRPr="007362F2">
              <w:rPr>
                <w:spacing w:val="4"/>
                <w:sz w:val="23"/>
              </w:rPr>
              <w:t xml:space="preserve"> </w:t>
            </w:r>
            <w:r w:rsidRPr="007362F2">
              <w:rPr>
                <w:sz w:val="23"/>
              </w:rPr>
              <w:t>się</w:t>
            </w:r>
            <w:r w:rsidRPr="007362F2">
              <w:rPr>
                <w:spacing w:val="4"/>
                <w:sz w:val="23"/>
              </w:rPr>
              <w:t xml:space="preserve"> </w:t>
            </w:r>
            <w:r w:rsidRPr="007362F2">
              <w:rPr>
                <w:sz w:val="23"/>
              </w:rPr>
              <w:t>wiedzą</w:t>
            </w:r>
            <w:r w:rsidRPr="007362F2">
              <w:rPr>
                <w:spacing w:val="4"/>
                <w:sz w:val="23"/>
              </w:rPr>
              <w:t xml:space="preserve"> </w:t>
            </w:r>
            <w:r w:rsidRPr="007362F2">
              <w:rPr>
                <w:sz w:val="23"/>
              </w:rPr>
              <w:t>z</w:t>
            </w:r>
            <w:r w:rsidRPr="007362F2">
              <w:rPr>
                <w:spacing w:val="4"/>
                <w:sz w:val="23"/>
              </w:rPr>
              <w:t xml:space="preserve"> </w:t>
            </w:r>
            <w:r w:rsidRPr="007362F2">
              <w:rPr>
                <w:sz w:val="23"/>
              </w:rPr>
              <w:t>zakresu</w:t>
            </w:r>
            <w:r w:rsidRPr="007362F2">
              <w:rPr>
                <w:spacing w:val="5"/>
                <w:sz w:val="23"/>
              </w:rPr>
              <w:t xml:space="preserve"> </w:t>
            </w:r>
            <w:r w:rsidRPr="007362F2">
              <w:rPr>
                <w:sz w:val="23"/>
              </w:rPr>
              <w:t>nauk o</w:t>
            </w:r>
            <w:r w:rsidRPr="007362F2">
              <w:rPr>
                <w:spacing w:val="1"/>
                <w:sz w:val="23"/>
              </w:rPr>
              <w:t> </w:t>
            </w:r>
            <w:r w:rsidRPr="007362F2">
              <w:rPr>
                <w:sz w:val="23"/>
              </w:rPr>
              <w:t>prawie</w:t>
            </w:r>
            <w:r w:rsidRPr="007362F2">
              <w:rPr>
                <w:spacing w:val="1"/>
                <w:sz w:val="23"/>
              </w:rPr>
              <w:t xml:space="preserve"> </w:t>
            </w:r>
            <w:r w:rsidRPr="007362F2">
              <w:rPr>
                <w:sz w:val="23"/>
              </w:rPr>
              <w:t>i</w:t>
            </w:r>
            <w:r w:rsidRPr="007362F2">
              <w:rPr>
                <w:spacing w:val="1"/>
                <w:sz w:val="23"/>
              </w:rPr>
              <w:t xml:space="preserve"> </w:t>
            </w:r>
            <w:r w:rsidRPr="007362F2">
              <w:rPr>
                <w:sz w:val="23"/>
              </w:rPr>
              <w:t>administracji</w:t>
            </w:r>
            <w:r w:rsidRPr="007362F2">
              <w:rPr>
                <w:spacing w:val="1"/>
                <w:sz w:val="23"/>
              </w:rPr>
              <w:t xml:space="preserve"> </w:t>
            </w:r>
            <w:r w:rsidRPr="007362F2">
              <w:rPr>
                <w:sz w:val="23"/>
              </w:rPr>
              <w:t>oraz</w:t>
            </w:r>
            <w:r w:rsidRPr="007362F2">
              <w:rPr>
                <w:spacing w:val="1"/>
                <w:sz w:val="23"/>
              </w:rPr>
              <w:t xml:space="preserve"> </w:t>
            </w:r>
            <w:r w:rsidRPr="007362F2">
              <w:rPr>
                <w:sz w:val="23"/>
              </w:rPr>
              <w:t>podstawową</w:t>
            </w:r>
            <w:r w:rsidRPr="007362F2">
              <w:rPr>
                <w:spacing w:val="1"/>
                <w:sz w:val="23"/>
              </w:rPr>
              <w:t xml:space="preserve"> </w:t>
            </w:r>
            <w:r w:rsidRPr="007362F2">
              <w:rPr>
                <w:sz w:val="23"/>
              </w:rPr>
              <w:t>wiedzą</w:t>
            </w:r>
            <w:r w:rsidRPr="007362F2">
              <w:rPr>
                <w:spacing w:val="-44"/>
                <w:sz w:val="23"/>
              </w:rPr>
              <w:t xml:space="preserve"> </w:t>
            </w:r>
            <w:r w:rsidRPr="007362F2">
              <w:rPr>
                <w:sz w:val="23"/>
              </w:rPr>
              <w:t>interdyscyplinarną do przygotowania rozwiązań problemów;</w:t>
            </w:r>
          </w:p>
        </w:tc>
        <w:tc>
          <w:tcPr>
            <w:tcW w:w="1865" w:type="dxa"/>
            <w:tcMar/>
          </w:tcPr>
          <w:p w:rsidR="050FD1E3" w:rsidP="050FD1E3" w:rsidRDefault="050FD1E3" w14:noSpellErr="1" w14:paraId="23A000A2" w14:textId="12108A0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K_U03</w:t>
            </w:r>
          </w:p>
        </w:tc>
      </w:tr>
      <w:tr w:rsidRPr="007362F2" w:rsidR="007362F2" w:rsidTr="050FD1E3" w14:paraId="365DE515" w14:textId="77777777">
        <w:tc>
          <w:tcPr>
            <w:tcW w:w="1681" w:type="dxa"/>
            <w:tcMar/>
          </w:tcPr>
          <w:p w:rsidRPr="007362F2" w:rsidR="00220578" w:rsidP="050FD1E3" w:rsidRDefault="00220578" w14:paraId="774A7AD7" w14:textId="52A4D4E5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50FD1E3" w:rsidR="507619D6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50FD1E3" w:rsidR="3BD7387A">
              <w:rPr>
                <w:rFonts w:ascii="Corbel" w:hAnsi="Corbel"/>
                <w:b w:val="0"/>
                <w:bCs w:val="0"/>
                <w:sz w:val="23"/>
                <w:szCs w:val="23"/>
              </w:rPr>
              <w:t>7</w:t>
            </w:r>
          </w:p>
        </w:tc>
        <w:tc>
          <w:tcPr>
            <w:tcW w:w="5974" w:type="dxa"/>
            <w:tcMar/>
          </w:tcPr>
          <w:p w:rsidRPr="007362F2" w:rsidR="00220578" w:rsidP="00220578" w:rsidRDefault="00220578" w14:paraId="7F579039" w14:textId="4772FF28">
            <w:pPr>
              <w:pStyle w:val="TableParagraph"/>
              <w:spacing w:line="276" w:lineRule="auto"/>
              <w:ind w:right="97"/>
              <w:jc w:val="both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Wykazuje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się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specjalistycznymi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umiejętnościami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znajdowania podstaw prawnych, orzecznictwa i literatury</w:t>
            </w:r>
            <w:r w:rsidRPr="007362F2">
              <w:rPr>
                <w:bCs/>
                <w:spacing w:val="-4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dotyczącej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badanych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zagadnień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oraz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stosowania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zasad</w:t>
            </w:r>
            <w:r w:rsidRPr="007362F2">
              <w:rPr>
                <w:bCs/>
                <w:spacing w:val="-4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etycznych,</w:t>
            </w:r>
            <w:r w:rsidRPr="007362F2">
              <w:rPr>
                <w:bCs/>
                <w:spacing w:val="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jak</w:t>
            </w:r>
            <w:r w:rsidRPr="007362F2">
              <w:rPr>
                <w:bCs/>
                <w:spacing w:val="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również</w:t>
            </w:r>
            <w:r w:rsidRPr="007362F2">
              <w:rPr>
                <w:bCs/>
                <w:spacing w:val="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samodzielnego</w:t>
            </w:r>
            <w:r w:rsidRPr="007362F2">
              <w:rPr>
                <w:bCs/>
                <w:spacing w:val="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proponowania rozwiązań konkretnego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problemu</w:t>
            </w:r>
            <w:r w:rsidRPr="007362F2">
              <w:rPr>
                <w:bCs/>
                <w:spacing w:val="-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podejmowania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rozstrzygnięć;</w:t>
            </w:r>
          </w:p>
        </w:tc>
        <w:tc>
          <w:tcPr>
            <w:tcW w:w="1865" w:type="dxa"/>
            <w:tcMar/>
          </w:tcPr>
          <w:p w:rsidR="050FD1E3" w:rsidP="050FD1E3" w:rsidRDefault="050FD1E3" w14:noSpellErr="1" w14:paraId="11B9AACD" w14:textId="2BB4858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K_U04</w:t>
            </w:r>
          </w:p>
        </w:tc>
      </w:tr>
      <w:tr w:rsidRPr="007362F2" w:rsidR="007362F2" w:rsidTr="050FD1E3" w14:paraId="662B6638" w14:textId="77777777">
        <w:tc>
          <w:tcPr>
            <w:tcW w:w="1681" w:type="dxa"/>
            <w:tcMar/>
          </w:tcPr>
          <w:p w:rsidRPr="007362F2" w:rsidR="00220578" w:rsidP="050FD1E3" w:rsidRDefault="00220578" w14:paraId="0858186B" w14:textId="37C7B8B3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50FD1E3" w:rsidR="28E50C0E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50FD1E3" w:rsidR="283FFAE8">
              <w:rPr>
                <w:rFonts w:ascii="Corbel" w:hAnsi="Corbel"/>
                <w:b w:val="0"/>
                <w:bCs w:val="0"/>
                <w:sz w:val="23"/>
                <w:szCs w:val="23"/>
              </w:rPr>
              <w:t>8</w:t>
            </w:r>
          </w:p>
        </w:tc>
        <w:tc>
          <w:tcPr>
            <w:tcW w:w="5974" w:type="dxa"/>
            <w:tcMar/>
          </w:tcPr>
          <w:p w:rsidRPr="007362F2" w:rsidR="00220578" w:rsidP="00220578" w:rsidRDefault="00220578" w14:paraId="662CA889" w14:textId="77777777">
            <w:pPr>
              <w:pStyle w:val="TableParagraph"/>
              <w:ind w:right="97"/>
              <w:jc w:val="both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Posiada umiejętność logicznego myślenia, analizy</w:t>
            </w:r>
            <w:r w:rsidRPr="007362F2">
              <w:rPr>
                <w:bCs/>
                <w:spacing w:val="-4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</w:t>
            </w:r>
            <w:r w:rsidRPr="007362F2">
              <w:rPr>
                <w:bCs/>
                <w:spacing w:val="1"/>
                <w:sz w:val="23"/>
              </w:rPr>
              <w:t> </w:t>
            </w:r>
            <w:r w:rsidRPr="007362F2">
              <w:rPr>
                <w:bCs/>
                <w:sz w:val="23"/>
              </w:rPr>
              <w:t>syntezy,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dzięki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czemu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potrafi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przekonująco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argumentować</w:t>
            </w:r>
            <w:r w:rsidRPr="007362F2">
              <w:rPr>
                <w:bCs/>
                <w:spacing w:val="-5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</w:t>
            </w:r>
            <w:r w:rsidRPr="007362F2">
              <w:rPr>
                <w:bCs/>
                <w:spacing w:val="-5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interpretować</w:t>
            </w:r>
            <w:r w:rsidRPr="007362F2">
              <w:rPr>
                <w:bCs/>
                <w:spacing w:val="-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zjawiska administracyjne,</w:t>
            </w:r>
          </w:p>
          <w:p w:rsidRPr="007362F2" w:rsidR="00220578" w:rsidP="00220578" w:rsidRDefault="00220578" w14:paraId="36AD7566" w14:textId="5A4A6D5B">
            <w:pPr>
              <w:pStyle w:val="TableParagraph"/>
              <w:spacing w:line="276" w:lineRule="auto"/>
              <w:ind w:right="97"/>
              <w:jc w:val="both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prawne,</w:t>
            </w:r>
            <w:r w:rsidRPr="007362F2">
              <w:rPr>
                <w:bCs/>
                <w:spacing w:val="-5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społeczne,</w:t>
            </w:r>
            <w:r w:rsidRPr="007362F2">
              <w:rPr>
                <w:bCs/>
                <w:spacing w:val="-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 xml:space="preserve">polityczne </w:t>
            </w:r>
            <w:r w:rsidRPr="007362F2">
              <w:rPr>
                <w:bCs/>
                <w:spacing w:val="-1"/>
                <w:sz w:val="23"/>
              </w:rPr>
              <w:t>i ekonomiczne</w:t>
            </w:r>
            <w:r w:rsidRPr="007362F2">
              <w:rPr>
                <w:bCs/>
                <w:spacing w:val="-4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</w:t>
            </w:r>
            <w:r w:rsidRPr="007362F2">
              <w:rPr>
                <w:bCs/>
                <w:spacing w:val="-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sytuacjach decyzyjnych;</w:t>
            </w:r>
          </w:p>
        </w:tc>
        <w:tc>
          <w:tcPr>
            <w:tcW w:w="1865" w:type="dxa"/>
            <w:tcMar/>
          </w:tcPr>
          <w:p w:rsidR="050FD1E3" w:rsidP="050FD1E3" w:rsidRDefault="050FD1E3" w14:noSpellErr="1" w14:paraId="37448230" w14:textId="125F1EC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K_U06</w:t>
            </w:r>
          </w:p>
        </w:tc>
      </w:tr>
      <w:tr w:rsidRPr="007362F2" w:rsidR="007362F2" w:rsidTr="050FD1E3" w14:paraId="693666F9" w14:textId="77777777">
        <w:tc>
          <w:tcPr>
            <w:tcW w:w="1681" w:type="dxa"/>
            <w:tcMar/>
          </w:tcPr>
          <w:p w:rsidRPr="007362F2" w:rsidR="00220578" w:rsidP="050FD1E3" w:rsidRDefault="00220578" w14:paraId="0AAB371A" w14:textId="57C8DE73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50FD1E3" w:rsidR="28E50C0E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50FD1E3" w:rsidR="7C43DCCB">
              <w:rPr>
                <w:rFonts w:ascii="Corbel" w:hAnsi="Corbel"/>
                <w:b w:val="0"/>
                <w:bCs w:val="0"/>
                <w:sz w:val="23"/>
                <w:szCs w:val="23"/>
              </w:rPr>
              <w:t>9</w:t>
            </w:r>
          </w:p>
        </w:tc>
        <w:tc>
          <w:tcPr>
            <w:tcW w:w="5974" w:type="dxa"/>
            <w:tcMar/>
          </w:tcPr>
          <w:p w:rsidRPr="007362F2" w:rsidR="00220578" w:rsidP="00220578" w:rsidRDefault="00220578" w14:paraId="359369E3" w14:textId="77777777">
            <w:pPr>
              <w:pStyle w:val="TableParagraph"/>
              <w:spacing w:line="276" w:lineRule="auto"/>
              <w:ind w:right="97"/>
              <w:jc w:val="both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Posiada</w:t>
            </w:r>
            <w:r w:rsidRPr="007362F2">
              <w:rPr>
                <w:bCs/>
                <w:spacing w:val="-8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umiejętność</w:t>
            </w:r>
            <w:r w:rsidRPr="007362F2">
              <w:rPr>
                <w:bCs/>
                <w:spacing w:val="-8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prowadzenia</w:t>
            </w:r>
            <w:r w:rsidRPr="007362F2">
              <w:rPr>
                <w:bCs/>
                <w:spacing w:val="-7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debaty,</w:t>
            </w:r>
            <w:r w:rsidRPr="007362F2">
              <w:rPr>
                <w:bCs/>
                <w:spacing w:val="-8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przygotowania</w:t>
            </w:r>
            <w:r w:rsidRPr="007362F2">
              <w:rPr>
                <w:bCs/>
                <w:spacing w:val="-4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prac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pisemnych,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prezentacji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multimedialnych,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oraz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ustnych wystąpień w języku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polskim w zakresie dziedzin i</w:t>
            </w:r>
            <w:r w:rsidRPr="007362F2">
              <w:rPr>
                <w:bCs/>
                <w:spacing w:val="-44"/>
                <w:sz w:val="23"/>
              </w:rPr>
              <w:t xml:space="preserve">  </w:t>
            </w:r>
            <w:r w:rsidRPr="007362F2">
              <w:rPr>
                <w:bCs/>
                <w:sz w:val="23"/>
              </w:rPr>
              <w:t>dyscyplin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naukowych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wykładanych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ramach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kierunku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Administracja dotyczących zagadnień szczegółowych,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 wykorzystaniem poglądów doktryny, źródeł prawa oraz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orzecznictwa</w:t>
            </w:r>
            <w:r w:rsidRPr="007362F2">
              <w:rPr>
                <w:bCs/>
                <w:spacing w:val="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sądowego</w:t>
            </w:r>
            <w:r w:rsidRPr="007362F2">
              <w:rPr>
                <w:bCs/>
                <w:spacing w:val="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</w:t>
            </w:r>
            <w:r w:rsidRPr="007362F2">
              <w:rPr>
                <w:bCs/>
                <w:spacing w:val="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administracyjnego,</w:t>
            </w:r>
            <w:r w:rsidRPr="007362F2">
              <w:rPr>
                <w:bCs/>
                <w:spacing w:val="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a</w:t>
            </w:r>
            <w:r w:rsidRPr="007362F2">
              <w:rPr>
                <w:bCs/>
                <w:spacing w:val="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także</w:t>
            </w:r>
          </w:p>
          <w:p w:rsidRPr="007362F2" w:rsidR="00220578" w:rsidP="00220578" w:rsidRDefault="00220578" w14:paraId="656DA4A1" w14:textId="7351F8AA">
            <w:pPr>
              <w:pStyle w:val="TableParagraph"/>
              <w:spacing w:line="276" w:lineRule="auto"/>
              <w:ind w:right="97"/>
              <w:jc w:val="both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danych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statystycznych;</w:t>
            </w:r>
          </w:p>
        </w:tc>
        <w:tc>
          <w:tcPr>
            <w:tcW w:w="1865" w:type="dxa"/>
            <w:tcMar/>
          </w:tcPr>
          <w:p w:rsidR="050FD1E3" w:rsidP="050FD1E3" w:rsidRDefault="050FD1E3" w14:noSpellErr="1" w14:paraId="443F574E" w14:textId="034628A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K_U07</w:t>
            </w:r>
          </w:p>
        </w:tc>
      </w:tr>
      <w:tr w:rsidRPr="007362F2" w:rsidR="007362F2" w:rsidTr="050FD1E3" w14:paraId="37D05809" w14:textId="77777777">
        <w:tc>
          <w:tcPr>
            <w:tcW w:w="1681" w:type="dxa"/>
            <w:tcMar/>
          </w:tcPr>
          <w:p w:rsidRPr="007362F2" w:rsidR="00CF5151" w:rsidP="050FD1E3" w:rsidRDefault="00CF5151" w14:paraId="7FC04B3C" w14:textId="5AB41010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50FD1E3" w:rsidR="7DF3FD51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050FD1E3" w:rsidR="7F3BA2EF">
              <w:rPr>
                <w:rFonts w:ascii="Corbel" w:hAnsi="Corbel"/>
                <w:b w:val="0"/>
                <w:bCs w:val="0"/>
                <w:sz w:val="23"/>
                <w:szCs w:val="23"/>
              </w:rPr>
              <w:t>1</w:t>
            </w:r>
            <w:r w:rsidRPr="050FD1E3" w:rsidR="7DF3FD51">
              <w:rPr>
                <w:rFonts w:ascii="Corbel" w:hAnsi="Corbel"/>
                <w:b w:val="0"/>
                <w:bCs w:val="0"/>
                <w:sz w:val="23"/>
                <w:szCs w:val="23"/>
              </w:rPr>
              <w:t>0</w:t>
            </w:r>
          </w:p>
        </w:tc>
        <w:tc>
          <w:tcPr>
            <w:tcW w:w="5974" w:type="dxa"/>
            <w:tcMar/>
          </w:tcPr>
          <w:p w:rsidRPr="007362F2" w:rsidR="00CF5151" w:rsidP="00CF5151" w:rsidRDefault="00CF5151" w14:paraId="01CCDAFB" w14:textId="77777777">
            <w:pPr>
              <w:pStyle w:val="TableParagraph"/>
              <w:spacing w:before="1"/>
              <w:jc w:val="both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Jest</w:t>
            </w:r>
            <w:r w:rsidRPr="007362F2">
              <w:rPr>
                <w:bCs/>
                <w:spacing w:val="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gotowy</w:t>
            </w:r>
            <w:r w:rsidRPr="007362F2">
              <w:rPr>
                <w:bCs/>
                <w:spacing w:val="5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samodzielnie</w:t>
            </w:r>
            <w:r w:rsidRPr="007362F2">
              <w:rPr>
                <w:bCs/>
                <w:spacing w:val="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</w:t>
            </w:r>
            <w:r w:rsidRPr="007362F2">
              <w:rPr>
                <w:bCs/>
                <w:spacing w:val="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krytycznie</w:t>
            </w:r>
            <w:r w:rsidRPr="007362F2">
              <w:rPr>
                <w:bCs/>
                <w:spacing w:val="5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uzupełniać</w:t>
            </w:r>
            <w:r w:rsidRPr="007362F2">
              <w:rPr>
                <w:bCs/>
                <w:spacing w:val="6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wiedzę,</w:t>
            </w:r>
          </w:p>
          <w:p w:rsidRPr="007362F2" w:rsidR="00CF5151" w:rsidP="00CF5151" w:rsidRDefault="00CF5151" w14:paraId="0F13373C" w14:textId="2AF98BCD">
            <w:pPr>
              <w:pStyle w:val="TableParagraph"/>
              <w:spacing w:line="276" w:lineRule="auto"/>
              <w:ind w:right="97"/>
              <w:jc w:val="both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w</w:t>
            </w:r>
            <w:r w:rsidRPr="007362F2">
              <w:rPr>
                <w:bCs/>
                <w:spacing w:val="-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tym</w:t>
            </w:r>
            <w:r w:rsidRPr="007362F2">
              <w:rPr>
                <w:bCs/>
                <w:spacing w:val="-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również</w:t>
            </w:r>
            <w:r w:rsidRPr="007362F2">
              <w:rPr>
                <w:bCs/>
                <w:spacing w:val="-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na</w:t>
            </w:r>
            <w:r w:rsidRPr="007362F2">
              <w:rPr>
                <w:bCs/>
                <w:spacing w:val="-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gruncie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interdyscyplinarnym.</w:t>
            </w:r>
          </w:p>
        </w:tc>
        <w:tc>
          <w:tcPr>
            <w:tcW w:w="1865" w:type="dxa"/>
            <w:tcMar/>
          </w:tcPr>
          <w:p w:rsidR="050FD1E3" w:rsidP="050FD1E3" w:rsidRDefault="050FD1E3" w14:noSpellErr="1" w14:paraId="33BEF987" w14:textId="2A57B52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K_K01</w:t>
            </w:r>
          </w:p>
        </w:tc>
      </w:tr>
      <w:tr w:rsidRPr="007362F2" w:rsidR="007362F2" w:rsidTr="050FD1E3" w14:paraId="3381E920" w14:textId="77777777">
        <w:tc>
          <w:tcPr>
            <w:tcW w:w="1681" w:type="dxa"/>
            <w:tcMar/>
          </w:tcPr>
          <w:p w:rsidRPr="007362F2" w:rsidR="00CF5151" w:rsidP="050FD1E3" w:rsidRDefault="00CF5151" w14:paraId="743AFD16" w14:textId="5D10496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50FD1E3" w:rsidR="20E1D3C5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050FD1E3" w:rsidR="1551FCEA">
              <w:rPr>
                <w:rFonts w:ascii="Corbel" w:hAnsi="Corbel"/>
                <w:b w:val="0"/>
                <w:bCs w:val="0"/>
                <w:sz w:val="23"/>
                <w:szCs w:val="23"/>
              </w:rPr>
              <w:t>11</w:t>
            </w:r>
          </w:p>
          <w:p w:rsidRPr="007362F2" w:rsidR="00CF5151" w:rsidP="050FD1E3" w:rsidRDefault="00CF5151" w14:paraId="096B5793" w14:textId="2D05C6ED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</w:p>
        </w:tc>
        <w:tc>
          <w:tcPr>
            <w:tcW w:w="5974" w:type="dxa"/>
            <w:tcMar/>
          </w:tcPr>
          <w:p w:rsidRPr="007362F2" w:rsidR="00CF5151" w:rsidP="00CF5151" w:rsidRDefault="00CF5151" w14:paraId="760B5A5F" w14:textId="156A3779">
            <w:pPr>
              <w:pStyle w:val="TableParagraph"/>
              <w:spacing w:line="276" w:lineRule="auto"/>
              <w:ind w:right="97"/>
              <w:jc w:val="both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 xml:space="preserve">Jest zdolny do samodzielnego rozwiazywania </w:t>
            </w:r>
            <w:r w:rsidRPr="007362F2">
              <w:rPr>
                <w:bCs/>
                <w:spacing w:val="-1"/>
                <w:sz w:val="23"/>
              </w:rPr>
              <w:t>podstawowych</w:t>
            </w:r>
            <w:r w:rsidRPr="007362F2">
              <w:rPr>
                <w:bCs/>
                <w:spacing w:val="-10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problemów</w:t>
            </w:r>
            <w:r w:rsidRPr="007362F2">
              <w:rPr>
                <w:bCs/>
                <w:spacing w:val="-1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administracyjnych,</w:t>
            </w:r>
            <w:r w:rsidRPr="007362F2">
              <w:rPr>
                <w:bCs/>
                <w:spacing w:val="-1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prawnych</w:t>
            </w:r>
            <w:r w:rsidRPr="007362F2">
              <w:rPr>
                <w:bCs/>
                <w:spacing w:val="-10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 etycznych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związanych</w:t>
            </w:r>
            <w:r w:rsidRPr="007362F2">
              <w:rPr>
                <w:bCs/>
                <w:spacing w:val="-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</w:t>
            </w:r>
            <w:r w:rsidRPr="007362F2">
              <w:rPr>
                <w:bCs/>
                <w:spacing w:val="-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funkcjonowaniem struktur publicznych i niepublicznych;</w:t>
            </w:r>
          </w:p>
        </w:tc>
        <w:tc>
          <w:tcPr>
            <w:tcW w:w="1865" w:type="dxa"/>
            <w:tcMar/>
          </w:tcPr>
          <w:p w:rsidR="050FD1E3" w:rsidP="050FD1E3" w:rsidRDefault="050FD1E3" w14:noSpellErr="1" w14:paraId="11621507" w14:textId="2877C26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K_K02</w:t>
            </w:r>
          </w:p>
        </w:tc>
      </w:tr>
      <w:tr w:rsidRPr="007362F2" w:rsidR="007362F2" w:rsidTr="050FD1E3" w14:paraId="1D148171" w14:textId="77777777">
        <w:tc>
          <w:tcPr>
            <w:tcW w:w="1681" w:type="dxa"/>
            <w:tcMar/>
          </w:tcPr>
          <w:p w:rsidRPr="007362F2" w:rsidR="00CF5151" w:rsidP="050FD1E3" w:rsidRDefault="00CF5151" w14:paraId="78158CFE" w14:textId="6279276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50FD1E3" w:rsidR="20E1D3C5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050FD1E3" w:rsidR="772C7956">
              <w:rPr>
                <w:rFonts w:ascii="Corbel" w:hAnsi="Corbel"/>
                <w:b w:val="0"/>
                <w:bCs w:val="0"/>
                <w:sz w:val="23"/>
                <w:szCs w:val="23"/>
              </w:rPr>
              <w:t>12</w:t>
            </w:r>
          </w:p>
        </w:tc>
        <w:tc>
          <w:tcPr>
            <w:tcW w:w="5974" w:type="dxa"/>
            <w:tcMar/>
          </w:tcPr>
          <w:p w:rsidRPr="007362F2" w:rsidR="00CF5151" w:rsidP="00CF5151" w:rsidRDefault="00CF5151" w14:paraId="6DCEE940" w14:textId="14EAB154">
            <w:pPr>
              <w:pStyle w:val="TableParagraph"/>
              <w:spacing w:line="276" w:lineRule="auto"/>
              <w:ind w:right="97"/>
              <w:jc w:val="both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Uczestniczy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przygotowaniu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projektów,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</w:t>
            </w:r>
            <w:r w:rsidRPr="007362F2">
              <w:rPr>
                <w:bCs/>
                <w:spacing w:val="1"/>
                <w:sz w:val="23"/>
              </w:rPr>
              <w:t> </w:t>
            </w:r>
            <w:r w:rsidRPr="007362F2">
              <w:rPr>
                <w:bCs/>
                <w:sz w:val="23"/>
              </w:rPr>
              <w:t>uwzględnieniem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wiedzy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umiejętności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zdobytych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</w:t>
            </w:r>
            <w:r w:rsidRPr="007362F2">
              <w:rPr>
                <w:bCs/>
                <w:spacing w:val="46"/>
                <w:sz w:val="23"/>
              </w:rPr>
              <w:t> </w:t>
            </w:r>
            <w:r w:rsidRPr="007362F2">
              <w:rPr>
                <w:bCs/>
                <w:sz w:val="23"/>
              </w:rPr>
              <w:t>trakcie</w:t>
            </w:r>
            <w:r w:rsidRPr="007362F2">
              <w:rPr>
                <w:bCs/>
                <w:spacing w:val="46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studiów</w:t>
            </w:r>
            <w:r w:rsidRPr="007362F2">
              <w:rPr>
                <w:bCs/>
                <w:spacing w:val="46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oraz</w:t>
            </w:r>
            <w:r w:rsidRPr="007362F2">
              <w:rPr>
                <w:bCs/>
                <w:spacing w:val="46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jest</w:t>
            </w:r>
            <w:r w:rsidRPr="007362F2">
              <w:rPr>
                <w:bCs/>
                <w:spacing w:val="46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gotowy</w:t>
            </w:r>
            <w:r w:rsidRPr="007362F2">
              <w:rPr>
                <w:bCs/>
                <w:spacing w:val="46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działać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na rzecz</w:t>
            </w:r>
            <w:r w:rsidRPr="007362F2">
              <w:rPr>
                <w:bCs/>
                <w:spacing w:val="40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społeczeństwa,</w:t>
            </w:r>
            <w:r w:rsidRPr="007362F2">
              <w:rPr>
                <w:bCs/>
                <w:spacing w:val="40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</w:t>
            </w:r>
            <w:r w:rsidRPr="007362F2">
              <w:rPr>
                <w:bCs/>
                <w:spacing w:val="40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tym w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instytucjach</w:t>
            </w:r>
            <w:r w:rsidRPr="007362F2">
              <w:rPr>
                <w:bCs/>
                <w:spacing w:val="-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publicznych i niepublicznych;</w:t>
            </w:r>
          </w:p>
        </w:tc>
        <w:tc>
          <w:tcPr>
            <w:tcW w:w="1865" w:type="dxa"/>
            <w:tcMar/>
          </w:tcPr>
          <w:p w:rsidR="050FD1E3" w:rsidP="050FD1E3" w:rsidRDefault="050FD1E3" w14:noSpellErr="1" w14:paraId="498C95E6" w14:textId="36B6912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K_K03</w:t>
            </w:r>
          </w:p>
        </w:tc>
      </w:tr>
      <w:tr w:rsidRPr="007362F2" w:rsidR="007362F2" w:rsidTr="050FD1E3" w14:paraId="4492F7D6" w14:textId="77777777">
        <w:tc>
          <w:tcPr>
            <w:tcW w:w="1681" w:type="dxa"/>
            <w:tcMar/>
          </w:tcPr>
          <w:p w:rsidRPr="007362F2" w:rsidR="00CF5151" w:rsidP="050FD1E3" w:rsidRDefault="00CF5151" w14:paraId="18C5A0E3" w14:textId="5522763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50FD1E3" w:rsidR="577CAE55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050FD1E3" w:rsidR="5345E06F">
              <w:rPr>
                <w:rFonts w:ascii="Corbel" w:hAnsi="Corbel"/>
                <w:b w:val="0"/>
                <w:bCs w:val="0"/>
                <w:sz w:val="23"/>
                <w:szCs w:val="23"/>
              </w:rPr>
              <w:t>13</w:t>
            </w:r>
          </w:p>
          <w:p w:rsidRPr="007362F2" w:rsidR="00CF5151" w:rsidP="050FD1E3" w:rsidRDefault="00CF5151" w14:paraId="1C785078" w14:textId="0EFDA81B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</w:p>
        </w:tc>
        <w:tc>
          <w:tcPr>
            <w:tcW w:w="5974" w:type="dxa"/>
            <w:tcMar/>
          </w:tcPr>
          <w:p w:rsidRPr="007362F2" w:rsidR="00CF5151" w:rsidP="00CF5151" w:rsidRDefault="00CF5151" w14:paraId="44076B78" w14:textId="77777777">
            <w:pPr>
              <w:pStyle w:val="TableParagraph"/>
              <w:spacing w:line="280" w:lineRule="exact"/>
              <w:jc w:val="both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Potrafi</w:t>
            </w:r>
            <w:r w:rsidRPr="007362F2">
              <w:rPr>
                <w:bCs/>
                <w:spacing w:val="30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działać</w:t>
            </w:r>
            <w:r w:rsidRPr="007362F2">
              <w:rPr>
                <w:bCs/>
                <w:spacing w:val="30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</w:t>
            </w:r>
            <w:r w:rsidRPr="007362F2">
              <w:rPr>
                <w:bCs/>
                <w:spacing w:val="3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sposób</w:t>
            </w:r>
            <w:r w:rsidRPr="007362F2">
              <w:rPr>
                <w:bCs/>
                <w:spacing w:val="29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zorganizowany,</w:t>
            </w:r>
            <w:r w:rsidRPr="007362F2">
              <w:rPr>
                <w:bCs/>
                <w:spacing w:val="30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wykorzystując</w:t>
            </w:r>
          </w:p>
          <w:p w:rsidRPr="007362F2" w:rsidR="00CF5151" w:rsidP="00CF5151" w:rsidRDefault="00CF5151" w14:paraId="4EB3DD57" w14:textId="6BB2A6DE">
            <w:pPr>
              <w:pStyle w:val="TableParagraph"/>
              <w:spacing w:line="276" w:lineRule="auto"/>
              <w:ind w:right="97"/>
              <w:jc w:val="both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wiedzę</w:t>
            </w:r>
            <w:r w:rsidRPr="007362F2">
              <w:rPr>
                <w:bCs/>
                <w:spacing w:val="-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</w:t>
            </w:r>
            <w:r w:rsidRPr="007362F2">
              <w:rPr>
                <w:bCs/>
                <w:spacing w:val="-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umiejętności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zdobyte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</w:t>
            </w:r>
            <w:r w:rsidRPr="007362F2">
              <w:rPr>
                <w:bCs/>
                <w:spacing w:val="-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trakcie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studiów;</w:t>
            </w:r>
          </w:p>
        </w:tc>
        <w:tc>
          <w:tcPr>
            <w:tcW w:w="1865" w:type="dxa"/>
            <w:tcMar/>
          </w:tcPr>
          <w:p w:rsidR="050FD1E3" w:rsidP="050FD1E3" w:rsidRDefault="050FD1E3" w14:noSpellErr="1" w14:paraId="18BE1AB5" w14:textId="553A98D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K_K04</w:t>
            </w:r>
          </w:p>
        </w:tc>
      </w:tr>
      <w:tr w:rsidRPr="007362F2" w:rsidR="007362F2" w:rsidTr="050FD1E3" w14:paraId="5EAC0CD9" w14:textId="77777777">
        <w:tc>
          <w:tcPr>
            <w:tcW w:w="1681" w:type="dxa"/>
            <w:tcMar/>
          </w:tcPr>
          <w:p w:rsidRPr="007362F2" w:rsidR="00CF5151" w:rsidP="050FD1E3" w:rsidRDefault="00CF5151" w14:paraId="73BF85E7" w14:textId="6F5BBDE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50FD1E3" w:rsidR="1809D36F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050FD1E3" w:rsidR="4AAC1920">
              <w:rPr>
                <w:rFonts w:ascii="Corbel" w:hAnsi="Corbel"/>
                <w:b w:val="0"/>
                <w:bCs w:val="0"/>
                <w:sz w:val="23"/>
                <w:szCs w:val="23"/>
              </w:rPr>
              <w:t>14</w:t>
            </w:r>
          </w:p>
        </w:tc>
        <w:tc>
          <w:tcPr>
            <w:tcW w:w="5974" w:type="dxa"/>
            <w:tcMar/>
          </w:tcPr>
          <w:p w:rsidRPr="007362F2" w:rsidR="00CF5151" w:rsidP="00A72F60" w:rsidRDefault="00CF5151" w14:paraId="0977F142" w14:textId="77777777">
            <w:pPr>
              <w:pStyle w:val="TableParagraph"/>
              <w:spacing w:line="280" w:lineRule="exact"/>
              <w:ind w:left="0"/>
              <w:jc w:val="both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Wykazuje</w:t>
            </w:r>
            <w:r w:rsidRPr="007362F2">
              <w:rPr>
                <w:bCs/>
                <w:spacing w:val="7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odpowiedzialność</w:t>
            </w:r>
            <w:r w:rsidRPr="007362F2">
              <w:rPr>
                <w:bCs/>
                <w:spacing w:val="7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za</w:t>
            </w:r>
            <w:r w:rsidRPr="007362F2">
              <w:rPr>
                <w:bCs/>
                <w:spacing w:val="6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własne</w:t>
            </w:r>
            <w:r w:rsidRPr="007362F2">
              <w:rPr>
                <w:bCs/>
                <w:spacing w:val="7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przygotowanie</w:t>
            </w:r>
            <w:r w:rsidRPr="007362F2">
              <w:rPr>
                <w:bCs/>
                <w:spacing w:val="6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do</w:t>
            </w:r>
          </w:p>
          <w:p w:rsidRPr="007362F2" w:rsidR="00CF5151" w:rsidP="00CF5151" w:rsidRDefault="00CF5151" w14:paraId="1580D280" w14:textId="596F19D0">
            <w:pPr>
              <w:pStyle w:val="Nagwek"/>
              <w:spacing w:line="280" w:lineRule="exact"/>
              <w:jc w:val="both"/>
              <w:rPr>
                <w:rFonts w:ascii="Corbel" w:hAnsi="Corbel"/>
                <w:bCs/>
                <w:sz w:val="23"/>
              </w:rPr>
            </w:pPr>
            <w:r w:rsidRPr="007362F2">
              <w:rPr>
                <w:rFonts w:ascii="Corbel" w:hAnsi="Corbel"/>
                <w:bCs/>
                <w:sz w:val="23"/>
              </w:rPr>
              <w:t>pracy,</w:t>
            </w:r>
            <w:r w:rsidRPr="007362F2">
              <w:rPr>
                <w:rFonts w:ascii="Corbel" w:hAnsi="Corbel"/>
                <w:bCs/>
                <w:spacing w:val="-3"/>
                <w:sz w:val="23"/>
              </w:rPr>
              <w:t xml:space="preserve"> </w:t>
            </w:r>
            <w:r w:rsidRPr="007362F2">
              <w:rPr>
                <w:rFonts w:ascii="Corbel" w:hAnsi="Corbel"/>
                <w:bCs/>
                <w:sz w:val="23"/>
              </w:rPr>
              <w:t>podejmowane</w:t>
            </w:r>
            <w:r w:rsidRPr="007362F2">
              <w:rPr>
                <w:rFonts w:ascii="Corbel" w:hAnsi="Corbel"/>
                <w:bCs/>
                <w:spacing w:val="-1"/>
                <w:sz w:val="23"/>
              </w:rPr>
              <w:t xml:space="preserve"> </w:t>
            </w:r>
            <w:r w:rsidRPr="007362F2">
              <w:rPr>
                <w:rFonts w:ascii="Corbel" w:hAnsi="Corbel"/>
                <w:bCs/>
                <w:sz w:val="23"/>
              </w:rPr>
              <w:t>decyzje,</w:t>
            </w:r>
            <w:r w:rsidRPr="007362F2">
              <w:rPr>
                <w:rFonts w:ascii="Corbel" w:hAnsi="Corbel"/>
                <w:bCs/>
                <w:spacing w:val="-2"/>
                <w:sz w:val="23"/>
              </w:rPr>
              <w:t xml:space="preserve"> </w:t>
            </w:r>
            <w:r w:rsidRPr="007362F2">
              <w:rPr>
                <w:rFonts w:ascii="Corbel" w:hAnsi="Corbel"/>
                <w:bCs/>
                <w:sz w:val="23"/>
              </w:rPr>
              <w:t>działania</w:t>
            </w:r>
            <w:r w:rsidRPr="007362F2">
              <w:rPr>
                <w:rFonts w:ascii="Corbel" w:hAnsi="Corbel"/>
                <w:bCs/>
                <w:spacing w:val="-2"/>
                <w:sz w:val="23"/>
              </w:rPr>
              <w:t xml:space="preserve"> </w:t>
            </w:r>
            <w:r w:rsidRPr="007362F2">
              <w:rPr>
                <w:rFonts w:ascii="Corbel" w:hAnsi="Corbel"/>
                <w:bCs/>
                <w:sz w:val="23"/>
              </w:rPr>
              <w:t>i</w:t>
            </w:r>
            <w:r w:rsidRPr="007362F2">
              <w:rPr>
                <w:rFonts w:ascii="Corbel" w:hAnsi="Corbel"/>
                <w:bCs/>
                <w:spacing w:val="-3"/>
                <w:sz w:val="23"/>
              </w:rPr>
              <w:t xml:space="preserve"> </w:t>
            </w:r>
            <w:r w:rsidRPr="007362F2">
              <w:rPr>
                <w:rFonts w:ascii="Corbel" w:hAnsi="Corbel"/>
                <w:bCs/>
                <w:sz w:val="23"/>
              </w:rPr>
              <w:t>ich</w:t>
            </w:r>
            <w:r w:rsidRPr="007362F2">
              <w:rPr>
                <w:rFonts w:ascii="Corbel" w:hAnsi="Corbel"/>
                <w:bCs/>
                <w:spacing w:val="-3"/>
                <w:sz w:val="23"/>
              </w:rPr>
              <w:t xml:space="preserve"> </w:t>
            </w:r>
            <w:r w:rsidRPr="007362F2">
              <w:rPr>
                <w:rFonts w:ascii="Corbel" w:hAnsi="Corbel"/>
                <w:bCs/>
                <w:sz w:val="23"/>
              </w:rPr>
              <w:t>skutki;</w:t>
            </w:r>
          </w:p>
        </w:tc>
        <w:tc>
          <w:tcPr>
            <w:tcW w:w="1865" w:type="dxa"/>
            <w:tcMar/>
          </w:tcPr>
          <w:p w:rsidR="050FD1E3" w:rsidP="050FD1E3" w:rsidRDefault="050FD1E3" w14:noSpellErr="1" w14:paraId="5C45E1D5" w14:textId="0975DBA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K_K05</w:t>
            </w:r>
          </w:p>
        </w:tc>
      </w:tr>
      <w:tr w:rsidRPr="007362F2" w:rsidR="00CF5151" w:rsidTr="050FD1E3" w14:paraId="287F1A16" w14:textId="77777777">
        <w:tc>
          <w:tcPr>
            <w:tcW w:w="1681" w:type="dxa"/>
            <w:tcMar/>
          </w:tcPr>
          <w:p w:rsidRPr="007362F2" w:rsidR="00CF5151" w:rsidP="050FD1E3" w:rsidRDefault="00CF5151" w14:paraId="5A24C7AE" w14:textId="06A0E12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50FD1E3" w:rsidR="1809D36F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050FD1E3" w:rsidR="63FCC73F">
              <w:rPr>
                <w:rFonts w:ascii="Corbel" w:hAnsi="Corbel"/>
                <w:b w:val="0"/>
                <w:bCs w:val="0"/>
                <w:sz w:val="23"/>
                <w:szCs w:val="23"/>
              </w:rPr>
              <w:t>15</w:t>
            </w:r>
          </w:p>
        </w:tc>
        <w:tc>
          <w:tcPr>
            <w:tcW w:w="5974" w:type="dxa"/>
            <w:tcMar/>
          </w:tcPr>
          <w:p w:rsidRPr="007362F2" w:rsidR="00CF5151" w:rsidP="0062227C" w:rsidRDefault="00CF5151" w14:paraId="500D41A4" w14:textId="054C7D26">
            <w:pPr>
              <w:pStyle w:val="TableParagraph"/>
              <w:tabs>
                <w:tab w:val="left" w:pos="1625"/>
                <w:tab w:val="left" w:pos="1896"/>
                <w:tab w:val="left" w:pos="2914"/>
                <w:tab w:val="left" w:pos="4265"/>
                <w:tab w:val="left" w:pos="4536"/>
              </w:tabs>
              <w:spacing w:before="1" w:line="276" w:lineRule="auto"/>
              <w:ind w:right="100"/>
              <w:jc w:val="both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Ma</w:t>
            </w:r>
            <w:r w:rsidRPr="007362F2">
              <w:rPr>
                <w:bCs/>
                <w:spacing w:val="19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świadomość</w:t>
            </w:r>
            <w:r w:rsidRPr="007362F2">
              <w:rPr>
                <w:bCs/>
                <w:spacing w:val="19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doniosłości</w:t>
            </w:r>
            <w:r w:rsidRPr="007362F2">
              <w:rPr>
                <w:bCs/>
                <w:spacing w:val="19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zachowania</w:t>
            </w:r>
            <w:r w:rsidRPr="007362F2">
              <w:rPr>
                <w:bCs/>
                <w:spacing w:val="19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się</w:t>
            </w:r>
            <w:r w:rsidRPr="007362F2">
              <w:rPr>
                <w:bCs/>
                <w:spacing w:val="19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</w:t>
            </w:r>
            <w:r w:rsidRPr="007362F2">
              <w:rPr>
                <w:bCs/>
                <w:spacing w:val="18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sposób</w:t>
            </w:r>
            <w:r w:rsidRPr="007362F2">
              <w:rPr>
                <w:bCs/>
                <w:spacing w:val="-4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 xml:space="preserve">profesjonalny i etyczny, identyfikuje i </w:t>
            </w:r>
            <w:r w:rsidRPr="007362F2">
              <w:rPr>
                <w:bCs/>
                <w:spacing w:val="-1"/>
                <w:sz w:val="23"/>
              </w:rPr>
              <w:t>rozwiązuje</w:t>
            </w:r>
            <w:r w:rsidRPr="007362F2" w:rsidR="0062227C">
              <w:rPr>
                <w:bCs/>
                <w:spacing w:val="-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dylematy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moralne</w:t>
            </w:r>
            <w:r w:rsidRPr="007362F2">
              <w:rPr>
                <w:bCs/>
                <w:spacing w:val="-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związane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ze</w:t>
            </w:r>
            <w:r w:rsidRPr="007362F2">
              <w:rPr>
                <w:bCs/>
                <w:spacing w:val="-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stosowaniem prawa;</w:t>
            </w:r>
          </w:p>
        </w:tc>
        <w:tc>
          <w:tcPr>
            <w:tcW w:w="1865" w:type="dxa"/>
            <w:tcMar/>
          </w:tcPr>
          <w:p w:rsidRPr="007362F2" w:rsidR="00CF5151" w:rsidP="050FD1E3" w:rsidRDefault="00CF5151" w14:paraId="279C0BD8" w14:noSpellErr="1" w14:textId="336F58E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</w:p>
        </w:tc>
      </w:tr>
    </w:tbl>
    <w:p w:rsidRPr="007362F2" w:rsidR="0085747A" w:rsidP="009C54AE" w:rsidRDefault="0085747A" w14:paraId="75E76F8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362F2" w:rsidR="0085747A" w:rsidP="009C54AE" w:rsidRDefault="00675843" w14:paraId="4AAEF71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362F2">
        <w:rPr>
          <w:rFonts w:ascii="Corbel" w:hAnsi="Corbel"/>
          <w:b/>
          <w:sz w:val="24"/>
          <w:szCs w:val="24"/>
        </w:rPr>
        <w:t>3.3</w:t>
      </w:r>
      <w:r w:rsidRPr="007362F2" w:rsidR="001D7B54">
        <w:rPr>
          <w:rFonts w:ascii="Corbel" w:hAnsi="Corbel"/>
          <w:b/>
          <w:sz w:val="24"/>
          <w:szCs w:val="24"/>
        </w:rPr>
        <w:t xml:space="preserve"> </w:t>
      </w:r>
      <w:r w:rsidRPr="007362F2" w:rsidR="0085747A">
        <w:rPr>
          <w:rFonts w:ascii="Corbel" w:hAnsi="Corbel"/>
          <w:b/>
          <w:sz w:val="24"/>
          <w:szCs w:val="24"/>
        </w:rPr>
        <w:t>T</w:t>
      </w:r>
      <w:r w:rsidRPr="007362F2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7362F2" w:rsidR="007327BD">
        <w:rPr>
          <w:rFonts w:ascii="Corbel" w:hAnsi="Corbel"/>
          <w:sz w:val="24"/>
          <w:szCs w:val="24"/>
        </w:rPr>
        <w:t xml:space="preserve">  </w:t>
      </w:r>
    </w:p>
    <w:p w:rsidRPr="007362F2" w:rsidR="0085747A" w:rsidP="009C54AE" w:rsidRDefault="0085747A" w14:paraId="354943C8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50FD1E3" w:rsidR="0085747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48"/>
        <w:gridCol w:w="7924"/>
        <w:gridCol w:w="827"/>
      </w:tblGrid>
      <w:tr w:rsidRPr="007362F2" w:rsidR="007362F2" w:rsidTr="0062227C" w14:paraId="2580BA67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62F2" w:rsidR="0062227C" w:rsidRDefault="0062227C" w14:paraId="088CFD1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62F2">
              <w:rPr>
                <w:rFonts w:ascii="Corbel" w:hAnsi="Corbe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62F2" w:rsidR="0062227C" w:rsidRDefault="0062227C" w14:paraId="23D713B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62F2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62F2" w:rsidR="0062227C" w:rsidRDefault="0062227C" w14:paraId="0D1CD0B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62F2">
              <w:rPr>
                <w:rFonts w:ascii="Corbel" w:hAnsi="Corbel"/>
                <w:b/>
                <w:bCs/>
                <w:sz w:val="24"/>
                <w:szCs w:val="24"/>
              </w:rPr>
              <w:t>Godz.</w:t>
            </w:r>
          </w:p>
        </w:tc>
      </w:tr>
      <w:tr w:rsidRPr="007362F2" w:rsidR="007362F2" w:rsidTr="0062227C" w14:paraId="20AE24DE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62F2" w:rsidR="0062227C" w:rsidRDefault="0062227C" w14:paraId="567BCFCB" w14:textId="77777777">
            <w:pPr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1.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62F2" w:rsidR="0062227C" w:rsidRDefault="00B91DE8" w14:paraId="66DF786F" w14:textId="68FCB88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362F2">
              <w:rPr>
                <w:rFonts w:ascii="Corbel" w:hAnsi="Corbel" w:eastAsia="Cambria" w:cs="Calibri"/>
              </w:rPr>
              <w:t>P</w:t>
            </w:r>
            <w:r w:rsidRPr="007362F2" w:rsidR="0084091E">
              <w:rPr>
                <w:rFonts w:ascii="Corbel" w:hAnsi="Corbel" w:eastAsia="Cambria" w:cs="Calibri"/>
              </w:rPr>
              <w:t>ojęcie</w:t>
            </w:r>
            <w:r w:rsidRPr="007362F2" w:rsidR="00226B2A">
              <w:rPr>
                <w:rFonts w:ascii="Corbel" w:hAnsi="Corbel" w:eastAsia="Cambria" w:cs="Calibri"/>
              </w:rPr>
              <w:t xml:space="preserve"> i cechy</w:t>
            </w:r>
            <w:r w:rsidRPr="007362F2">
              <w:rPr>
                <w:rFonts w:ascii="Corbel" w:hAnsi="Corbel" w:eastAsia="Cambria" w:cs="Calibri"/>
              </w:rPr>
              <w:t xml:space="preserve"> kontroli</w:t>
            </w:r>
            <w:r w:rsidRPr="007362F2" w:rsidR="00226B2A">
              <w:rPr>
                <w:rFonts w:ascii="Corbel" w:hAnsi="Corbel" w:eastAsia="Cambria" w:cs="Calibri"/>
              </w:rPr>
              <w:t>; podmioty sprawujące kontrolę nad wykonywaniem gospodarki komunalnej</w:t>
            </w:r>
            <w:r w:rsidRPr="007362F2">
              <w:rPr>
                <w:rFonts w:ascii="Corbel" w:hAnsi="Corbel" w:eastAsia="Cambria" w:cs="Calibri"/>
              </w:rPr>
              <w:t xml:space="preserve"> 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62F2" w:rsidR="0062227C" w:rsidRDefault="00D5120C" w14:paraId="261C246D" w14:textId="1AD9A1CA">
            <w:pPr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2</w:t>
            </w:r>
          </w:p>
        </w:tc>
      </w:tr>
      <w:tr w:rsidRPr="007362F2" w:rsidR="007362F2" w:rsidTr="0062227C" w14:paraId="61049C04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E46C62" w:rsidRDefault="00E46C62" w14:paraId="5D8B5F43" w14:textId="6B12D5A6">
            <w:pPr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2.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E46C62" w:rsidRDefault="00226B2A" w14:paraId="46D27FD5" w14:textId="0AB46558">
            <w:pPr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Pojęcie i cechy nadzoru</w:t>
            </w:r>
            <w:r w:rsidRPr="007362F2" w:rsidR="00B87A79">
              <w:rPr>
                <w:rFonts w:ascii="Corbel" w:hAnsi="Corbel" w:eastAsia="Cambria" w:cs="Calibri"/>
              </w:rPr>
              <w:t>; podmioty sprawujące nadzór nad wykonywaniem gospodarki komunalnej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E46C62" w:rsidRDefault="00B87A79" w14:paraId="147ED6D6" w14:textId="3AA87662">
            <w:pPr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2</w:t>
            </w:r>
          </w:p>
        </w:tc>
      </w:tr>
      <w:tr w:rsidRPr="007362F2" w:rsidR="007362F2" w:rsidTr="0062227C" w14:paraId="3EB0E391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RDefault="00C33C9A" w14:paraId="11771447" w14:textId="431F3B49">
            <w:pPr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3.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RDefault="00C33C9A" w14:paraId="2051998C" w14:textId="72B52CD6">
            <w:pPr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Podmiotowy zakres gospodarki komunalnej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RDefault="00C33C9A" w14:paraId="757C5AB6" w14:textId="2B8615D0">
            <w:pPr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2</w:t>
            </w:r>
          </w:p>
        </w:tc>
      </w:tr>
      <w:tr w:rsidRPr="007362F2" w:rsidR="007362F2" w:rsidTr="0062227C" w14:paraId="01642E97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62F2" w:rsidR="0062227C" w:rsidRDefault="00C33C9A" w14:paraId="53C92620" w14:textId="1D194A94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4</w:t>
            </w:r>
            <w:r w:rsidRPr="007362F2" w:rsidR="0062227C">
              <w:rPr>
                <w:rFonts w:ascii="Corbel" w:hAnsi="Corbel" w:eastAsia="Cambria" w:cs="Calibri"/>
              </w:rPr>
              <w:t>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62F2" w:rsidR="0062227C" w:rsidRDefault="00D5120C" w14:paraId="66C86C6B" w14:textId="195A79F7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7362F2">
              <w:rPr>
                <w:rFonts w:ascii="Corbel" w:hAnsi="Corbel"/>
              </w:rPr>
              <w:t>Formy prowadzenia gospodarki komunalnej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62F2" w:rsidR="0062227C" w:rsidRDefault="00D5120C" w14:paraId="31F43A0F" w14:textId="5A60FFC2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2</w:t>
            </w:r>
          </w:p>
        </w:tc>
      </w:tr>
      <w:tr w:rsidRPr="007362F2" w:rsidR="007362F2" w:rsidTr="0062227C" w14:paraId="3428FC4E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62F2" w:rsidR="0062227C" w:rsidRDefault="00C33C9A" w14:paraId="7B5C01DC" w14:textId="5E1AF967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5</w:t>
            </w:r>
            <w:r w:rsidRPr="007362F2" w:rsidR="0062227C">
              <w:rPr>
                <w:rFonts w:ascii="Corbel" w:hAnsi="Corbel" w:eastAsia="Cambria" w:cs="Calibri"/>
              </w:rPr>
              <w:t>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62F2" w:rsidR="0062227C" w:rsidRDefault="00D5120C" w14:paraId="13C05F2B" w14:textId="55C90C0E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7362F2">
              <w:rPr>
                <w:rFonts w:ascii="Corbel" w:hAnsi="Corbel"/>
              </w:rPr>
              <w:t xml:space="preserve">Zaopatrzenie w wodę 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62F2" w:rsidR="0062227C" w:rsidRDefault="00526A55" w14:paraId="560FB894" w14:textId="42B17C3A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1</w:t>
            </w:r>
          </w:p>
        </w:tc>
      </w:tr>
      <w:tr w:rsidRPr="007362F2" w:rsidR="007362F2" w:rsidTr="0062227C" w14:paraId="500F129C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526A55" w:rsidP="00526A55" w:rsidRDefault="00C33C9A" w14:paraId="4DEE9E79" w14:textId="3C1031D2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6</w:t>
            </w:r>
            <w:r w:rsidRPr="007362F2" w:rsidR="00526A55">
              <w:rPr>
                <w:rFonts w:ascii="Corbel" w:hAnsi="Corbel" w:eastAsia="Cambria" w:cs="Calibri"/>
              </w:rPr>
              <w:t>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526A55" w:rsidP="00526A55" w:rsidRDefault="00ED0C72" w14:paraId="564266E4" w14:textId="2C652D97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Zagadnienia związane z utrzymaniem czystości i porządku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526A55" w:rsidP="00526A55" w:rsidRDefault="00526A55" w14:paraId="4C7217FD" w14:textId="156E4410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1</w:t>
            </w:r>
          </w:p>
        </w:tc>
      </w:tr>
      <w:tr w:rsidRPr="007362F2" w:rsidR="007362F2" w:rsidTr="0062227C" w14:paraId="2EF1C863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526A55" w:rsidP="00526A55" w:rsidRDefault="00C33C9A" w14:paraId="34F4FCEF" w14:textId="3938524D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  <w:bCs/>
              </w:rPr>
              <w:t>7</w:t>
            </w:r>
            <w:r w:rsidRPr="007362F2" w:rsidR="00526A55">
              <w:rPr>
                <w:rFonts w:ascii="Corbel" w:hAnsi="Corbel" w:eastAsia="Cambria" w:cs="Calibri"/>
                <w:bCs/>
              </w:rPr>
              <w:t>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526A55" w:rsidP="00526A55" w:rsidRDefault="00ED0C72" w14:paraId="359820B6" w14:textId="54E3A7C7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Zagadnienia związane z utrzymaniem zieleni miejskiej (parki, zieleń osiedlowa i przyuliczna, ogrody działkowe, lasy komunalne</w:t>
            </w:r>
            <w:r w:rsidRPr="007362F2" w:rsidR="00B87A79">
              <w:rPr>
                <w:rFonts w:ascii="Corbel" w:hAnsi="Corbel" w:eastAsia="Cambria" w:cs="Calibri"/>
              </w:rPr>
              <w:t>)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526A55" w:rsidP="00526A55" w:rsidRDefault="00B87A79" w14:paraId="282BAF53" w14:textId="1D2B0640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2</w:t>
            </w:r>
          </w:p>
        </w:tc>
      </w:tr>
      <w:tr w:rsidRPr="007362F2" w:rsidR="007362F2" w:rsidTr="0062227C" w14:paraId="6222EE63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526A55" w:rsidP="00526A55" w:rsidRDefault="00C33C9A" w14:paraId="13AC9198" w14:textId="3F826CFF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  <w:bCs/>
              </w:rPr>
              <w:t>8</w:t>
            </w:r>
            <w:r w:rsidRPr="007362F2" w:rsidR="00526A55">
              <w:rPr>
                <w:rFonts w:ascii="Corbel" w:hAnsi="Corbel" w:eastAsia="Cambria" w:cs="Calibri"/>
                <w:bCs/>
              </w:rPr>
              <w:t>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526A55" w:rsidP="00526A55" w:rsidRDefault="00B87A79" w14:paraId="5E5A34E1" w14:textId="16147CD6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Energetyka komunalna (zbiorowe ogrzewanie budynków i obiektów komunalnych)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526A55" w:rsidP="00526A55" w:rsidRDefault="00526A55" w14:paraId="45AB9293" w14:textId="3C425512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1</w:t>
            </w:r>
          </w:p>
        </w:tc>
      </w:tr>
      <w:tr w:rsidRPr="007362F2" w:rsidR="007362F2" w:rsidTr="0062227C" w14:paraId="4EAAED2F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379A6503" w14:textId="4B937CFA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  <w:bCs/>
              </w:rPr>
            </w:pPr>
            <w:r w:rsidRPr="007362F2">
              <w:rPr>
                <w:rFonts w:ascii="Corbel" w:hAnsi="Corbel" w:eastAsia="Cambria" w:cs="Calibri"/>
                <w:bCs/>
              </w:rPr>
              <w:t>9.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39220739" w14:textId="7475FDEC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  <w:bCs/>
              </w:rPr>
              <w:t>Oświetlenie ulic i placów publicznych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697BD518" w14:textId="6D9B4FA0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1</w:t>
            </w:r>
          </w:p>
        </w:tc>
      </w:tr>
      <w:tr w:rsidRPr="007362F2" w:rsidR="007362F2" w:rsidTr="0062227C" w14:paraId="14E521D6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38A283C2" w14:textId="73C7EB99">
            <w:pPr>
              <w:snapToGrid w:val="0"/>
              <w:spacing w:after="0" w:line="240" w:lineRule="auto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10.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4DA5893C" w14:textId="37483FF1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  <w:bCs/>
              </w:rPr>
              <w:t>Zagadnienia związane z cmentarzami komunalnymi oraz chowaniem zmarłych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628EA1E1" w14:textId="57C65D1E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1</w:t>
            </w:r>
          </w:p>
        </w:tc>
      </w:tr>
      <w:tr w:rsidRPr="007362F2" w:rsidR="00C33C9A" w:rsidTr="007C0BC1" w14:paraId="580F8678" w14:textId="77777777">
        <w:tc>
          <w:tcPr>
            <w:tcW w:w="8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58036BF7" w14:textId="7D85F176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  <w:b/>
              </w:rPr>
            </w:pPr>
            <w:r w:rsidRPr="007362F2">
              <w:rPr>
                <w:rFonts w:ascii="Corbel" w:hAnsi="Corbel" w:eastAsia="Cambria" w:cs="Calibri"/>
                <w:b/>
              </w:rPr>
              <w:t>Suma: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1651B814" w14:textId="432F5152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  <w:b/>
              </w:rPr>
            </w:pPr>
            <w:r w:rsidRPr="007362F2">
              <w:rPr>
                <w:rFonts w:ascii="Corbel" w:hAnsi="Corbel" w:eastAsia="Cambria" w:cs="Calibri"/>
                <w:b/>
              </w:rPr>
              <w:t>15</w:t>
            </w:r>
          </w:p>
        </w:tc>
      </w:tr>
    </w:tbl>
    <w:p w:rsidRPr="007362F2" w:rsidR="0085747A" w:rsidP="009C54AE" w:rsidRDefault="0085747A" w14:paraId="256CD43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7362F2" w:rsidR="0085747A" w:rsidP="009C54AE" w:rsidRDefault="0085747A" w14:paraId="5B15720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62F2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7362F2" w:rsidR="009F4610">
        <w:rPr>
          <w:rFonts w:ascii="Corbel" w:hAnsi="Corbel"/>
          <w:sz w:val="24"/>
          <w:szCs w:val="24"/>
        </w:rPr>
        <w:t xml:space="preserve">, </w:t>
      </w:r>
      <w:r w:rsidRPr="007362F2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99"/>
        <w:gridCol w:w="7865"/>
        <w:gridCol w:w="827"/>
      </w:tblGrid>
      <w:tr w:rsidRPr="007362F2" w:rsidR="007362F2" w:rsidTr="0022052F" w14:paraId="05AA5F6A" w14:textId="77777777"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62F2" w:rsidR="003006BA" w:rsidP="00B5109A" w:rsidRDefault="003006BA" w14:paraId="25F97D5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62F2">
              <w:rPr>
                <w:rFonts w:ascii="Corbel" w:hAnsi="Corbe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7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62F2" w:rsidR="003006BA" w:rsidP="00B5109A" w:rsidRDefault="003006BA" w14:paraId="6F4A556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62F2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62F2" w:rsidR="003006BA" w:rsidP="00B5109A" w:rsidRDefault="003006BA" w14:paraId="11BC739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62F2">
              <w:rPr>
                <w:rFonts w:ascii="Corbel" w:hAnsi="Corbel"/>
                <w:b/>
                <w:bCs/>
                <w:sz w:val="24"/>
                <w:szCs w:val="24"/>
              </w:rPr>
              <w:t>Godz.</w:t>
            </w:r>
          </w:p>
        </w:tc>
      </w:tr>
      <w:tr w:rsidRPr="007362F2" w:rsidR="007362F2" w:rsidTr="0022052F" w14:paraId="3669C086" w14:textId="77777777"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62F2" w:rsidR="00C33C9A" w:rsidP="00C33C9A" w:rsidRDefault="00C33C9A" w14:paraId="741B21E6" w14:textId="527BA5BB">
            <w:pPr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1.</w:t>
            </w:r>
          </w:p>
        </w:tc>
        <w:tc>
          <w:tcPr>
            <w:tcW w:w="7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62F2" w:rsidR="00C33C9A" w:rsidP="00C33C9A" w:rsidRDefault="00C33C9A" w14:paraId="4FF05DD4" w14:textId="33EB8C1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362F2">
              <w:rPr>
                <w:rFonts w:ascii="Corbel" w:hAnsi="Corbel" w:eastAsia="Cambria" w:cs="Calibri"/>
              </w:rPr>
              <w:t xml:space="preserve">Pojęcie i cechy kontroli; podmioty sprawujące kontrolę nad wykonywaniem gospodarki komunalnej 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62F2" w:rsidR="00C33C9A" w:rsidP="00C33C9A" w:rsidRDefault="00C33C9A" w14:paraId="534C6FCC" w14:textId="118B03DC">
            <w:pPr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2</w:t>
            </w:r>
          </w:p>
        </w:tc>
      </w:tr>
      <w:tr w:rsidRPr="007362F2" w:rsidR="007362F2" w:rsidTr="0022052F" w14:paraId="438EA2D5" w14:textId="77777777"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120B9F3D" w14:textId="6501A547">
            <w:pPr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2.</w:t>
            </w:r>
          </w:p>
        </w:tc>
        <w:tc>
          <w:tcPr>
            <w:tcW w:w="7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62E8905E" w14:textId="13959DA4">
            <w:pPr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Pojęcie i cechy nadzoru; podmioty sprawujące nadzór nad wykonywaniem gospodarki komunalnej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0EF7629C" w14:textId="7AB86168">
            <w:pPr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2</w:t>
            </w:r>
          </w:p>
        </w:tc>
      </w:tr>
      <w:tr w:rsidRPr="007362F2" w:rsidR="007362F2" w:rsidTr="0022052F" w14:paraId="2EC2BD01" w14:textId="77777777"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62F2" w:rsidR="00C33C9A" w:rsidP="00C33C9A" w:rsidRDefault="00C33C9A" w14:paraId="5209AD01" w14:textId="0BB7E370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3.</w:t>
            </w:r>
          </w:p>
        </w:tc>
        <w:tc>
          <w:tcPr>
            <w:tcW w:w="7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62F2" w:rsidR="00C33C9A" w:rsidP="00C33C9A" w:rsidRDefault="00C33C9A" w14:paraId="583EE138" w14:textId="25E79DED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7362F2">
              <w:rPr>
                <w:rFonts w:ascii="Corbel" w:hAnsi="Corbel" w:eastAsia="Cambria" w:cs="Calibri"/>
              </w:rPr>
              <w:t>Podmiotowy zakres gospodarki komunalnej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62F2" w:rsidR="00C33C9A" w:rsidP="00C33C9A" w:rsidRDefault="00C33C9A" w14:paraId="7F5303B9" w14:textId="0BE9D2AB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2</w:t>
            </w:r>
          </w:p>
        </w:tc>
      </w:tr>
      <w:tr w:rsidRPr="007362F2" w:rsidR="007362F2" w:rsidTr="0022052F" w14:paraId="14268E98" w14:textId="77777777"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62F2" w:rsidR="00C33C9A" w:rsidP="00C33C9A" w:rsidRDefault="00C33C9A" w14:paraId="7FD99F4F" w14:textId="517D62B1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4.</w:t>
            </w:r>
          </w:p>
        </w:tc>
        <w:tc>
          <w:tcPr>
            <w:tcW w:w="7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62F2" w:rsidR="00C33C9A" w:rsidP="00C33C9A" w:rsidRDefault="00C33C9A" w14:paraId="5AC192A2" w14:textId="7D8B504E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7362F2">
              <w:rPr>
                <w:rFonts w:ascii="Corbel" w:hAnsi="Corbel"/>
              </w:rPr>
              <w:t>Formy prowadzenia gospodarki komunalnej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62F2" w:rsidR="00C33C9A" w:rsidP="00C33C9A" w:rsidRDefault="00C33C9A" w14:paraId="4F233149" w14:textId="37DC74C7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2</w:t>
            </w:r>
          </w:p>
        </w:tc>
      </w:tr>
      <w:tr w:rsidRPr="007362F2" w:rsidR="007362F2" w:rsidTr="0022052F" w14:paraId="4CB976B6" w14:textId="77777777"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2639253A" w14:textId="76CD316E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5.</w:t>
            </w:r>
          </w:p>
        </w:tc>
        <w:tc>
          <w:tcPr>
            <w:tcW w:w="7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7955EAE6" w14:textId="25352791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/>
              </w:rPr>
              <w:t xml:space="preserve">Zaopatrzenie w wodę 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702168AC" w14:textId="21DC4E6B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1</w:t>
            </w:r>
          </w:p>
        </w:tc>
      </w:tr>
      <w:tr w:rsidRPr="007362F2" w:rsidR="007362F2" w:rsidTr="0022052F" w14:paraId="5479CD83" w14:textId="77777777"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020BF113" w14:textId="27FE921E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6.</w:t>
            </w:r>
          </w:p>
        </w:tc>
        <w:tc>
          <w:tcPr>
            <w:tcW w:w="7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1F2C07EC" w14:textId="48AF8FA9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Zagadnienia związane z utrzymaniem czystości i porządku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7738AE0B" w14:textId="043FD620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1</w:t>
            </w:r>
          </w:p>
        </w:tc>
      </w:tr>
      <w:tr w:rsidRPr="007362F2" w:rsidR="007362F2" w:rsidTr="0022052F" w14:paraId="77710549" w14:textId="77777777"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5FCDFB9F" w14:textId="2A012484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  <w:bCs/>
              </w:rPr>
              <w:t>7.</w:t>
            </w:r>
          </w:p>
        </w:tc>
        <w:tc>
          <w:tcPr>
            <w:tcW w:w="7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7C3AE537" w14:textId="7A541636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Zagadnienia związane z utrzymaniem zieleni miejskiej (parki, zieleń osiedlowa i przyuliczna, ogrody działkowe, lasy komunalne)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7A7862BE" w14:textId="1C18BB55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2</w:t>
            </w:r>
          </w:p>
        </w:tc>
      </w:tr>
      <w:tr w:rsidRPr="007362F2" w:rsidR="007362F2" w:rsidTr="0022052F" w14:paraId="37579683" w14:textId="77777777"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45E4C1DF" w14:textId="147FA90C">
            <w:pPr>
              <w:snapToGrid w:val="0"/>
              <w:spacing w:after="0" w:line="240" w:lineRule="auto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  <w:bCs/>
              </w:rPr>
              <w:t>8.</w:t>
            </w:r>
          </w:p>
        </w:tc>
        <w:tc>
          <w:tcPr>
            <w:tcW w:w="7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73EE67B1" w14:textId="06822973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Energetyka komunalna (zbiorowe ogrzewanie budynków i obiektów komunalnych)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1C0CEFC8" w14:textId="3420C52D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1</w:t>
            </w:r>
          </w:p>
        </w:tc>
      </w:tr>
      <w:tr w:rsidRPr="007362F2" w:rsidR="007362F2" w:rsidTr="0022052F" w14:paraId="3C304295" w14:textId="77777777"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3635E4AD" w14:textId="735E2E93">
            <w:pPr>
              <w:snapToGrid w:val="0"/>
              <w:spacing w:after="0" w:line="240" w:lineRule="auto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  <w:bCs/>
              </w:rPr>
              <w:t>9.</w:t>
            </w:r>
          </w:p>
        </w:tc>
        <w:tc>
          <w:tcPr>
            <w:tcW w:w="7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4C928675" w14:textId="1520DF7A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  <w:bCs/>
              </w:rPr>
            </w:pPr>
            <w:r w:rsidRPr="007362F2">
              <w:rPr>
                <w:rFonts w:ascii="Corbel" w:hAnsi="Corbel" w:eastAsia="Cambria" w:cs="Calibri"/>
                <w:bCs/>
              </w:rPr>
              <w:t>Oświetlenie ulic i placów publicznych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2C3D0687" w14:textId="4D768EE2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1</w:t>
            </w:r>
          </w:p>
        </w:tc>
      </w:tr>
      <w:tr w:rsidRPr="007362F2" w:rsidR="007362F2" w:rsidTr="0022052F" w14:paraId="116079BC" w14:textId="77777777"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22772A4B" w14:textId="3333BFC3">
            <w:pPr>
              <w:snapToGrid w:val="0"/>
              <w:spacing w:after="0" w:line="240" w:lineRule="auto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10.</w:t>
            </w:r>
          </w:p>
        </w:tc>
        <w:tc>
          <w:tcPr>
            <w:tcW w:w="7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509E42C1" w14:textId="1E190468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  <w:bCs/>
              </w:rPr>
            </w:pPr>
            <w:r w:rsidRPr="007362F2">
              <w:rPr>
                <w:rFonts w:ascii="Corbel" w:hAnsi="Corbel" w:eastAsia="Cambria" w:cs="Calibri"/>
                <w:bCs/>
              </w:rPr>
              <w:t>Zagadnienia związane z cmentarzami komunalnymi oraz chowaniem zmarłych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C33C9A" w:rsidP="00C33C9A" w:rsidRDefault="00C33C9A" w14:paraId="6273D934" w14:textId="3EBF8825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7362F2">
              <w:rPr>
                <w:rFonts w:ascii="Corbel" w:hAnsi="Corbel" w:eastAsia="Cambria" w:cs="Calibri"/>
              </w:rPr>
              <w:t>1</w:t>
            </w:r>
          </w:p>
        </w:tc>
      </w:tr>
      <w:tr w:rsidRPr="007362F2" w:rsidR="0022052F" w:rsidTr="007D350A" w14:paraId="3DF1ED5E" w14:textId="77777777">
        <w:trPr>
          <w:trHeight w:val="362"/>
        </w:trPr>
        <w:tc>
          <w:tcPr>
            <w:tcW w:w="8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22052F" w:rsidP="00C33C9A" w:rsidRDefault="0022052F" w14:paraId="2DF82FB3" w14:textId="1B7CEF8D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  <w:b/>
              </w:rPr>
            </w:pPr>
            <w:r w:rsidRPr="007362F2">
              <w:rPr>
                <w:rFonts w:ascii="Corbel" w:hAnsi="Corbel" w:eastAsia="Cambria" w:cs="Calibri"/>
                <w:b/>
              </w:rPr>
              <w:t>Suma: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62F2" w:rsidR="0022052F" w:rsidP="00C33C9A" w:rsidRDefault="0022052F" w14:paraId="254AB441" w14:textId="014AAB4B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  <w:b/>
              </w:rPr>
            </w:pPr>
            <w:r w:rsidRPr="007362F2">
              <w:rPr>
                <w:rFonts w:ascii="Corbel" w:hAnsi="Corbel" w:eastAsia="Cambria" w:cs="Calibri"/>
                <w:b/>
              </w:rPr>
              <w:t>15</w:t>
            </w:r>
          </w:p>
        </w:tc>
      </w:tr>
    </w:tbl>
    <w:p w:rsidRPr="007362F2" w:rsidR="0085747A" w:rsidP="009C54AE" w:rsidRDefault="0085747A" w14:paraId="19DAF545" w14:textId="031E365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362F2" w:rsidR="003A20FB" w:rsidP="009C54AE" w:rsidRDefault="003A20FB" w14:paraId="3917635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362F2" w:rsidR="0085747A" w:rsidP="009C54AE" w:rsidRDefault="009F4610" w14:paraId="00001FC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62F2">
        <w:rPr>
          <w:rFonts w:ascii="Corbel" w:hAnsi="Corbel"/>
          <w:smallCaps w:val="0"/>
          <w:szCs w:val="24"/>
        </w:rPr>
        <w:t>3.4 Metody dydaktyczne</w:t>
      </w:r>
      <w:r w:rsidRPr="007362F2">
        <w:rPr>
          <w:rFonts w:ascii="Corbel" w:hAnsi="Corbel"/>
          <w:b w:val="0"/>
          <w:smallCaps w:val="0"/>
          <w:szCs w:val="24"/>
        </w:rPr>
        <w:t xml:space="preserve"> </w:t>
      </w:r>
    </w:p>
    <w:p w:rsidRPr="007362F2" w:rsidR="0085747A" w:rsidP="009C54AE" w:rsidRDefault="0085747A" w14:paraId="1FCFC2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362F2" w:rsidR="00D757A4" w:rsidP="003A20FB" w:rsidRDefault="003A20FB" w14:paraId="42A8F5A9" w14:textId="597B0B3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362F2">
        <w:rPr>
          <w:rFonts w:ascii="Corbel" w:hAnsi="Corbel"/>
          <w:b w:val="0"/>
          <w:smallCaps w:val="0"/>
          <w:szCs w:val="24"/>
        </w:rPr>
        <w:t xml:space="preserve">Wykład: </w:t>
      </w:r>
      <w:r w:rsidRPr="007362F2" w:rsidR="00046B86">
        <w:rPr>
          <w:rFonts w:ascii="Corbel" w:hAnsi="Corbel"/>
          <w:b w:val="0"/>
          <w:smallCaps w:val="0"/>
          <w:szCs w:val="24"/>
        </w:rPr>
        <w:t xml:space="preserve">wykład, </w:t>
      </w:r>
      <w:r w:rsidRPr="007362F2">
        <w:rPr>
          <w:rFonts w:ascii="Corbel" w:hAnsi="Corbel"/>
          <w:b w:val="0"/>
          <w:smallCaps w:val="0"/>
          <w:szCs w:val="24"/>
        </w:rPr>
        <w:t>wykład z prezentacją multimedialną,</w:t>
      </w:r>
      <w:r w:rsidRPr="007362F2">
        <w:rPr>
          <w:rFonts w:ascii="Calibri" w:hAnsi="Calibri"/>
          <w:b w:val="0"/>
          <w:smallCaps w:val="0"/>
          <w:sz w:val="22"/>
        </w:rPr>
        <w:t xml:space="preserve"> </w:t>
      </w:r>
      <w:r w:rsidRPr="007362F2">
        <w:rPr>
          <w:rFonts w:ascii="Corbel" w:hAnsi="Corbel"/>
          <w:b w:val="0"/>
          <w:smallCaps w:val="0"/>
          <w:szCs w:val="24"/>
        </w:rPr>
        <w:t>metody kształcenia na odległość</w:t>
      </w:r>
    </w:p>
    <w:p w:rsidRPr="007362F2" w:rsidR="003A20FB" w:rsidP="003A20FB" w:rsidRDefault="00D757A4" w14:paraId="27562857" w14:textId="69A5FFC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362F2">
        <w:rPr>
          <w:rFonts w:ascii="Corbel" w:hAnsi="Corbel"/>
          <w:b w:val="0"/>
          <w:smallCaps w:val="0"/>
          <w:szCs w:val="24"/>
        </w:rPr>
        <w:t xml:space="preserve">Ćwiczenia: ćwiczenia z prezentacją multimedialną, </w:t>
      </w:r>
      <w:r w:rsidRPr="007362F2" w:rsidR="003A20FB">
        <w:rPr>
          <w:rFonts w:ascii="Corbel" w:hAnsi="Corbel"/>
          <w:b w:val="0"/>
          <w:smallCaps w:val="0"/>
          <w:szCs w:val="24"/>
        </w:rPr>
        <w:t>analiza i interpretacja tekstów źródłowych, praca w grupach</w:t>
      </w:r>
      <w:r w:rsidRPr="007362F2">
        <w:rPr>
          <w:rFonts w:ascii="Corbel" w:hAnsi="Corbel"/>
          <w:b w:val="0"/>
          <w:smallCaps w:val="0"/>
          <w:szCs w:val="24"/>
        </w:rPr>
        <w:t xml:space="preserve"> (rozwiązywanie zadań, dyskusja)</w:t>
      </w:r>
      <w:r w:rsidRPr="007362F2" w:rsidR="003A20FB">
        <w:rPr>
          <w:rFonts w:ascii="Corbel" w:hAnsi="Corbel"/>
          <w:b w:val="0"/>
          <w:smallCaps w:val="0"/>
          <w:szCs w:val="24"/>
        </w:rPr>
        <w:t>, analiza przypadków, prezentacje studentów, omawianie problematyki referatów</w:t>
      </w:r>
      <w:r w:rsidRPr="007362F2">
        <w:rPr>
          <w:rFonts w:ascii="Corbel" w:hAnsi="Corbel"/>
          <w:b w:val="0"/>
          <w:smallCaps w:val="0"/>
          <w:szCs w:val="24"/>
        </w:rPr>
        <w:t>, metody kształcenia na odległość</w:t>
      </w:r>
    </w:p>
    <w:p w:rsidRPr="007362F2" w:rsidR="00E960BB" w:rsidP="009C54AE" w:rsidRDefault="00E960BB" w14:paraId="37434F6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7362F2" w:rsidR="0085747A" w:rsidP="009C54AE" w:rsidRDefault="00C61DC5" w14:paraId="2C49AB9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62F2">
        <w:rPr>
          <w:rFonts w:ascii="Corbel" w:hAnsi="Corbel"/>
          <w:smallCaps w:val="0"/>
          <w:szCs w:val="24"/>
        </w:rPr>
        <w:t xml:space="preserve">4. </w:t>
      </w:r>
      <w:r w:rsidRPr="007362F2" w:rsidR="0085747A">
        <w:rPr>
          <w:rFonts w:ascii="Corbel" w:hAnsi="Corbel"/>
          <w:smallCaps w:val="0"/>
          <w:szCs w:val="24"/>
        </w:rPr>
        <w:t>METODY I KRYTERIA OCENY</w:t>
      </w:r>
      <w:r w:rsidRPr="007362F2" w:rsidR="009F4610">
        <w:rPr>
          <w:rFonts w:ascii="Corbel" w:hAnsi="Corbel"/>
          <w:smallCaps w:val="0"/>
          <w:szCs w:val="24"/>
        </w:rPr>
        <w:t xml:space="preserve"> </w:t>
      </w:r>
    </w:p>
    <w:p w:rsidRPr="007362F2" w:rsidR="00923D7D" w:rsidP="009C54AE" w:rsidRDefault="00923D7D" w14:paraId="21476CE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7362F2" w:rsidR="0085747A" w:rsidP="009C54AE" w:rsidRDefault="0085747A" w14:paraId="4C2ADA7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62F2">
        <w:rPr>
          <w:rFonts w:ascii="Corbel" w:hAnsi="Corbel"/>
          <w:smallCaps w:val="0"/>
          <w:szCs w:val="24"/>
        </w:rPr>
        <w:t xml:space="preserve">4.1 Sposoby weryfikacji efektów </w:t>
      </w:r>
      <w:r w:rsidRPr="007362F2" w:rsidR="00C05F44">
        <w:rPr>
          <w:rFonts w:ascii="Corbel" w:hAnsi="Corbel"/>
          <w:smallCaps w:val="0"/>
          <w:szCs w:val="24"/>
        </w:rPr>
        <w:t>uczenia się</w:t>
      </w:r>
    </w:p>
    <w:p w:rsidRPr="007362F2" w:rsidR="0085747A" w:rsidP="009C54AE" w:rsidRDefault="0085747A" w14:paraId="230B4E8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7362F2" w:rsidR="007362F2" w:rsidTr="050FD1E3" w14:paraId="1AAB54C2" w14:textId="77777777">
        <w:tc>
          <w:tcPr>
            <w:tcW w:w="1962" w:type="dxa"/>
            <w:tcMar/>
            <w:vAlign w:val="center"/>
          </w:tcPr>
          <w:p w:rsidRPr="007362F2" w:rsidR="0085747A" w:rsidP="009C54AE" w:rsidRDefault="0071620A" w14:paraId="03CFBE2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7362F2" w:rsidR="0085747A" w:rsidP="009C54AE" w:rsidRDefault="00F974DA" w14:paraId="53BF7B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Pr="007362F2" w:rsidR="0085747A" w:rsidP="009C54AE" w:rsidRDefault="009F4610" w14:paraId="73FFE45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7362F2" w:rsidR="0085747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7362F2" w:rsidR="00923D7D" w:rsidP="009C54AE" w:rsidRDefault="0085747A" w14:paraId="3AE7BE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7362F2" w:rsidR="0085747A" w:rsidP="009C54AE" w:rsidRDefault="0085747A" w14:paraId="678955B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362F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362F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7362F2" w:rsidR="007362F2" w:rsidTr="050FD1E3" w14:paraId="095615D0" w14:textId="77777777">
        <w:tc>
          <w:tcPr>
            <w:tcW w:w="1962" w:type="dxa"/>
            <w:tcMar/>
          </w:tcPr>
          <w:p w:rsidR="050FD1E3" w:rsidP="050FD1E3" w:rsidRDefault="050FD1E3" w14:paraId="321A85CA" w14:textId="204D7B9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EK_01</w:t>
            </w:r>
          </w:p>
        </w:tc>
        <w:tc>
          <w:tcPr>
            <w:tcW w:w="5441" w:type="dxa"/>
            <w:tcMar/>
          </w:tcPr>
          <w:p w:rsidRPr="007362F2" w:rsidR="00FE71FC" w:rsidP="00FE71FC" w:rsidRDefault="00FE71FC" w14:paraId="4AC77BF2" w14:textId="5F95E6E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>Egzamin, kolokwium</w:t>
            </w:r>
          </w:p>
        </w:tc>
        <w:tc>
          <w:tcPr>
            <w:tcW w:w="2117" w:type="dxa"/>
            <w:tcMar/>
          </w:tcPr>
          <w:p w:rsidRPr="007362F2" w:rsidR="00FE71FC" w:rsidP="00FE71FC" w:rsidRDefault="00FE71FC" w14:paraId="61EAD765" w14:textId="242166D5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Pr="007362F2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Pr="007362F2" w:rsidR="007362F2" w:rsidTr="050FD1E3" w14:paraId="66F9AB9A" w14:textId="77777777">
        <w:tc>
          <w:tcPr>
            <w:tcW w:w="1962" w:type="dxa"/>
            <w:tcMar/>
          </w:tcPr>
          <w:p w:rsidR="050FD1E3" w:rsidP="050FD1E3" w:rsidRDefault="050FD1E3" w14:paraId="1EEFDBE0" w14:textId="24E1F57B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2</w:t>
            </w:r>
          </w:p>
        </w:tc>
        <w:tc>
          <w:tcPr>
            <w:tcW w:w="5441" w:type="dxa"/>
            <w:tcMar/>
          </w:tcPr>
          <w:p w:rsidRPr="007362F2" w:rsidR="00FE71FC" w:rsidP="00FE71FC" w:rsidRDefault="00FE71FC" w14:paraId="132490FA" w14:textId="14C8883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>Egzamin, kolokwium</w:t>
            </w:r>
          </w:p>
        </w:tc>
        <w:tc>
          <w:tcPr>
            <w:tcW w:w="2117" w:type="dxa"/>
            <w:tcMar/>
          </w:tcPr>
          <w:p w:rsidRPr="007362F2" w:rsidR="00FE71FC" w:rsidP="00FE71FC" w:rsidRDefault="00FE71FC" w14:paraId="7CDA8A54" w14:textId="3385CB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Pr="007362F2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Pr="007362F2" w:rsidR="007362F2" w:rsidTr="050FD1E3" w14:paraId="3D6A1986" w14:textId="77777777">
        <w:tc>
          <w:tcPr>
            <w:tcW w:w="1962" w:type="dxa"/>
            <w:tcMar/>
          </w:tcPr>
          <w:p w:rsidR="050FD1E3" w:rsidP="050FD1E3" w:rsidRDefault="050FD1E3" w14:paraId="73353E36" w14:textId="305883CD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3</w:t>
            </w:r>
          </w:p>
        </w:tc>
        <w:tc>
          <w:tcPr>
            <w:tcW w:w="5441" w:type="dxa"/>
            <w:tcMar/>
          </w:tcPr>
          <w:p w:rsidRPr="007362F2" w:rsidR="00FE71FC" w:rsidP="00FE71FC" w:rsidRDefault="00FE71FC" w14:paraId="14B43730" w14:textId="6C1E33F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>Egzamin, kolokwium</w:t>
            </w:r>
          </w:p>
        </w:tc>
        <w:tc>
          <w:tcPr>
            <w:tcW w:w="2117" w:type="dxa"/>
            <w:tcMar/>
          </w:tcPr>
          <w:p w:rsidRPr="007362F2" w:rsidR="00FE71FC" w:rsidP="00FE71FC" w:rsidRDefault="00FE71FC" w14:paraId="60B5E6F4" w14:textId="2EC9EB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Pr="007362F2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Pr="007362F2" w:rsidR="007362F2" w:rsidTr="050FD1E3" w14:paraId="3722AEA0" w14:textId="77777777">
        <w:tc>
          <w:tcPr>
            <w:tcW w:w="1962" w:type="dxa"/>
            <w:tcMar/>
          </w:tcPr>
          <w:p w:rsidR="050FD1E3" w:rsidP="050FD1E3" w:rsidRDefault="050FD1E3" w14:paraId="0728ADE0" w14:textId="6BD8F5FC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4</w:t>
            </w:r>
          </w:p>
        </w:tc>
        <w:tc>
          <w:tcPr>
            <w:tcW w:w="5441" w:type="dxa"/>
            <w:tcMar/>
          </w:tcPr>
          <w:p w:rsidRPr="007362F2" w:rsidR="00FE71FC" w:rsidP="00FE71FC" w:rsidRDefault="00FE71FC" w14:paraId="67B6405F" w14:textId="5DBD6F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>Egzamin, kolokwium</w:t>
            </w:r>
          </w:p>
        </w:tc>
        <w:tc>
          <w:tcPr>
            <w:tcW w:w="2117" w:type="dxa"/>
            <w:tcMar/>
          </w:tcPr>
          <w:p w:rsidRPr="007362F2" w:rsidR="00FE71FC" w:rsidP="00FE71FC" w:rsidRDefault="00FE71FC" w14:paraId="55D06795" w14:textId="136A32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Pr="007362F2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Pr="007362F2" w:rsidR="007362F2" w:rsidTr="050FD1E3" w14:paraId="02FB63B6" w14:textId="77777777">
        <w:tc>
          <w:tcPr>
            <w:tcW w:w="1962" w:type="dxa"/>
            <w:tcMar/>
          </w:tcPr>
          <w:p w:rsidR="050FD1E3" w:rsidP="050FD1E3" w:rsidRDefault="050FD1E3" w14:paraId="21C00251" w14:textId="6D8BBBCF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5</w:t>
            </w:r>
          </w:p>
        </w:tc>
        <w:tc>
          <w:tcPr>
            <w:tcW w:w="5441" w:type="dxa"/>
            <w:tcMar/>
          </w:tcPr>
          <w:p w:rsidRPr="007362F2" w:rsidR="00FE71FC" w:rsidP="00FE71FC" w:rsidRDefault="00FE71FC" w14:paraId="35C2651A" w14:textId="4778598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>Egzamin, kolokwium</w:t>
            </w:r>
          </w:p>
        </w:tc>
        <w:tc>
          <w:tcPr>
            <w:tcW w:w="2117" w:type="dxa"/>
            <w:tcMar/>
          </w:tcPr>
          <w:p w:rsidRPr="007362F2" w:rsidR="00FE71FC" w:rsidP="00FE71FC" w:rsidRDefault="00FE71FC" w14:paraId="7DAD78AC" w14:textId="6C1F9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Pr="007362F2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Pr="007362F2" w:rsidR="007362F2" w:rsidTr="050FD1E3" w14:paraId="496E93C1" w14:textId="77777777">
        <w:tc>
          <w:tcPr>
            <w:tcW w:w="1962" w:type="dxa"/>
            <w:tcMar/>
          </w:tcPr>
          <w:p w:rsidR="050FD1E3" w:rsidP="050FD1E3" w:rsidRDefault="050FD1E3" w14:paraId="4F2A0F33" w14:textId="2B10784F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6</w:t>
            </w:r>
          </w:p>
        </w:tc>
        <w:tc>
          <w:tcPr>
            <w:tcW w:w="5441" w:type="dxa"/>
            <w:tcMar/>
          </w:tcPr>
          <w:p w:rsidRPr="007362F2" w:rsidR="00FE71FC" w:rsidP="00FE71FC" w:rsidRDefault="00FE71FC" w14:paraId="44615ED3" w14:textId="682EC4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>Egzamin, kolokwium</w:t>
            </w:r>
          </w:p>
        </w:tc>
        <w:tc>
          <w:tcPr>
            <w:tcW w:w="2117" w:type="dxa"/>
            <w:tcMar/>
          </w:tcPr>
          <w:p w:rsidRPr="007362F2" w:rsidR="00FE71FC" w:rsidP="00FE71FC" w:rsidRDefault="00FE71FC" w14:paraId="667FA1C9" w14:textId="130550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Pr="007362F2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Pr="007362F2" w:rsidR="007362F2" w:rsidTr="050FD1E3" w14:paraId="663AAD31" w14:textId="77777777">
        <w:tc>
          <w:tcPr>
            <w:tcW w:w="1962" w:type="dxa"/>
            <w:tcMar/>
          </w:tcPr>
          <w:p w:rsidR="050FD1E3" w:rsidP="050FD1E3" w:rsidRDefault="050FD1E3" w14:paraId="6E78B2AE" w14:textId="52A4D4E5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7</w:t>
            </w:r>
          </w:p>
        </w:tc>
        <w:tc>
          <w:tcPr>
            <w:tcW w:w="5441" w:type="dxa"/>
            <w:tcMar/>
          </w:tcPr>
          <w:p w:rsidRPr="007362F2" w:rsidR="00FE71FC" w:rsidP="00FE71FC" w:rsidRDefault="00FE71FC" w14:paraId="7802C85B" w14:textId="32E66BC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>Egzamin, kolokwium</w:t>
            </w:r>
          </w:p>
        </w:tc>
        <w:tc>
          <w:tcPr>
            <w:tcW w:w="2117" w:type="dxa"/>
            <w:tcMar/>
          </w:tcPr>
          <w:p w:rsidRPr="007362F2" w:rsidR="00FE71FC" w:rsidP="00FE71FC" w:rsidRDefault="00FE71FC" w14:paraId="1DCD40C6" w14:textId="4DECBC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Pr="007362F2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Pr="007362F2" w:rsidR="007362F2" w:rsidTr="050FD1E3" w14:paraId="53FC7470" w14:textId="77777777">
        <w:tc>
          <w:tcPr>
            <w:tcW w:w="1962" w:type="dxa"/>
            <w:tcMar/>
          </w:tcPr>
          <w:p w:rsidR="050FD1E3" w:rsidP="050FD1E3" w:rsidRDefault="050FD1E3" w14:paraId="4EB59590" w14:textId="37C7B8B3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8</w:t>
            </w:r>
          </w:p>
        </w:tc>
        <w:tc>
          <w:tcPr>
            <w:tcW w:w="5441" w:type="dxa"/>
            <w:tcMar/>
          </w:tcPr>
          <w:p w:rsidRPr="007362F2" w:rsidR="00FE71FC" w:rsidP="00FE71FC" w:rsidRDefault="00FE71FC" w14:paraId="7DBC329C" w14:textId="2D67033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>Egzamin, kolokwium</w:t>
            </w:r>
          </w:p>
        </w:tc>
        <w:tc>
          <w:tcPr>
            <w:tcW w:w="2117" w:type="dxa"/>
            <w:tcMar/>
          </w:tcPr>
          <w:p w:rsidRPr="007362F2" w:rsidR="00FE71FC" w:rsidP="00FE71FC" w:rsidRDefault="00FE71FC" w14:paraId="37EE81F5" w14:textId="0DF7EC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Pr="007362F2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Pr="007362F2" w:rsidR="007362F2" w:rsidTr="050FD1E3" w14:paraId="6613D1B8" w14:textId="77777777">
        <w:tc>
          <w:tcPr>
            <w:tcW w:w="1962" w:type="dxa"/>
            <w:tcMar/>
          </w:tcPr>
          <w:p w:rsidR="050FD1E3" w:rsidP="050FD1E3" w:rsidRDefault="050FD1E3" w14:paraId="27D71E00" w14:textId="57C8DE73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9</w:t>
            </w:r>
          </w:p>
        </w:tc>
        <w:tc>
          <w:tcPr>
            <w:tcW w:w="5441" w:type="dxa"/>
            <w:tcMar/>
          </w:tcPr>
          <w:p w:rsidRPr="007362F2" w:rsidR="00FE71FC" w:rsidP="00FE71FC" w:rsidRDefault="00FE71FC" w14:paraId="79162FE0" w14:textId="63F401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>Egzamin, kolokwium</w:t>
            </w:r>
          </w:p>
        </w:tc>
        <w:tc>
          <w:tcPr>
            <w:tcW w:w="2117" w:type="dxa"/>
            <w:tcMar/>
          </w:tcPr>
          <w:p w:rsidRPr="007362F2" w:rsidR="00FE71FC" w:rsidP="00FE71FC" w:rsidRDefault="00FE71FC" w14:paraId="6337931E" w14:textId="7B3450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Pr="007362F2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Pr="007362F2" w:rsidR="007362F2" w:rsidTr="050FD1E3" w14:paraId="2D0A41C5" w14:textId="77777777">
        <w:tc>
          <w:tcPr>
            <w:tcW w:w="1962" w:type="dxa"/>
            <w:tcMar/>
          </w:tcPr>
          <w:p w:rsidR="050FD1E3" w:rsidP="050FD1E3" w:rsidRDefault="050FD1E3" w14:paraId="64CC8869" w14:textId="5AB41010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1</w:t>
            </w: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0</w:t>
            </w:r>
          </w:p>
        </w:tc>
        <w:tc>
          <w:tcPr>
            <w:tcW w:w="5441" w:type="dxa"/>
            <w:tcMar/>
          </w:tcPr>
          <w:p w:rsidRPr="007362F2" w:rsidR="00FE71FC" w:rsidP="00FE71FC" w:rsidRDefault="00FE71FC" w14:paraId="4C2F76C6" w14:textId="0E494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>Obserwacja w trakcie zajęć, egzamin, kolokwium</w:t>
            </w:r>
          </w:p>
        </w:tc>
        <w:tc>
          <w:tcPr>
            <w:tcW w:w="2117" w:type="dxa"/>
            <w:tcMar/>
          </w:tcPr>
          <w:p w:rsidRPr="007362F2" w:rsidR="00FE71FC" w:rsidP="00FE71FC" w:rsidRDefault="00FE71FC" w14:paraId="53EC5874" w14:textId="044C4A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362F2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Pr="007362F2" w:rsidR="007362F2" w:rsidTr="050FD1E3" w14:paraId="1FBFAAFD" w14:textId="77777777">
        <w:tc>
          <w:tcPr>
            <w:tcW w:w="1962" w:type="dxa"/>
            <w:tcMar/>
          </w:tcPr>
          <w:p w:rsidR="050FD1E3" w:rsidP="050FD1E3" w:rsidRDefault="050FD1E3" w14:paraId="75EA59EE" w14:textId="5D10496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11</w:t>
            </w:r>
          </w:p>
          <w:p w:rsidR="050FD1E3" w:rsidP="050FD1E3" w:rsidRDefault="050FD1E3" w14:paraId="72912D0E" w14:textId="2D05C6ED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</w:p>
        </w:tc>
        <w:tc>
          <w:tcPr>
            <w:tcW w:w="5441" w:type="dxa"/>
            <w:tcMar/>
          </w:tcPr>
          <w:p w:rsidRPr="007362F2" w:rsidR="00FE71FC" w:rsidP="00FE71FC" w:rsidRDefault="00FE71FC" w14:paraId="5BAB7861" w14:textId="2D5402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>Obserwacja w trakcie zajęć, egzamin, kolokwium</w:t>
            </w:r>
          </w:p>
        </w:tc>
        <w:tc>
          <w:tcPr>
            <w:tcW w:w="2117" w:type="dxa"/>
            <w:tcMar/>
          </w:tcPr>
          <w:p w:rsidRPr="007362F2" w:rsidR="00FE71FC" w:rsidP="00FE71FC" w:rsidRDefault="00FE71FC" w14:paraId="5C360737" w14:textId="255EC7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362F2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Pr="007362F2" w:rsidR="007362F2" w:rsidTr="050FD1E3" w14:paraId="6DC79C59" w14:textId="77777777">
        <w:tc>
          <w:tcPr>
            <w:tcW w:w="1962" w:type="dxa"/>
            <w:tcMar/>
          </w:tcPr>
          <w:p w:rsidR="050FD1E3" w:rsidP="050FD1E3" w:rsidRDefault="050FD1E3" w14:paraId="7C3A5001" w14:textId="6279276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12</w:t>
            </w:r>
          </w:p>
        </w:tc>
        <w:tc>
          <w:tcPr>
            <w:tcW w:w="5441" w:type="dxa"/>
            <w:tcMar/>
          </w:tcPr>
          <w:p w:rsidRPr="007362F2" w:rsidR="00FE71FC" w:rsidP="00FE71FC" w:rsidRDefault="00FE71FC" w14:paraId="50C45FAA" w14:textId="0ADD7A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>Obserwacja w trakcie zajęć, egzamin, kolokwium</w:t>
            </w:r>
          </w:p>
        </w:tc>
        <w:tc>
          <w:tcPr>
            <w:tcW w:w="2117" w:type="dxa"/>
            <w:tcMar/>
          </w:tcPr>
          <w:p w:rsidRPr="007362F2" w:rsidR="00FE71FC" w:rsidP="00FE71FC" w:rsidRDefault="00FE71FC" w14:paraId="1896D720" w14:textId="401227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362F2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Pr="007362F2" w:rsidR="007362F2" w:rsidTr="050FD1E3" w14:paraId="76858CB5" w14:textId="77777777">
        <w:tc>
          <w:tcPr>
            <w:tcW w:w="1962" w:type="dxa"/>
            <w:tcMar/>
          </w:tcPr>
          <w:p w:rsidR="050FD1E3" w:rsidP="050FD1E3" w:rsidRDefault="050FD1E3" w14:paraId="59449858" w14:textId="5522763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13</w:t>
            </w:r>
          </w:p>
          <w:p w:rsidR="050FD1E3" w:rsidP="050FD1E3" w:rsidRDefault="050FD1E3" w14:paraId="5F8C5DEC" w14:textId="0EFDA81B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</w:p>
        </w:tc>
        <w:tc>
          <w:tcPr>
            <w:tcW w:w="5441" w:type="dxa"/>
            <w:tcMar/>
          </w:tcPr>
          <w:p w:rsidRPr="007362F2" w:rsidR="00FE71FC" w:rsidP="00FE71FC" w:rsidRDefault="00FE71FC" w14:paraId="4576B96B" w14:textId="6DB1DC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>Obserwacja w trakcie zajęć, egzamin, kolokwium</w:t>
            </w:r>
          </w:p>
        </w:tc>
        <w:tc>
          <w:tcPr>
            <w:tcW w:w="2117" w:type="dxa"/>
            <w:tcMar/>
          </w:tcPr>
          <w:p w:rsidRPr="007362F2" w:rsidR="00FE71FC" w:rsidP="00FE71FC" w:rsidRDefault="00FE71FC" w14:paraId="76B41B3B" w14:textId="1378A9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362F2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Pr="007362F2" w:rsidR="00FE71FC" w:rsidTr="050FD1E3" w14:paraId="09593E57" w14:textId="77777777">
        <w:tc>
          <w:tcPr>
            <w:tcW w:w="1962" w:type="dxa"/>
            <w:tcMar/>
          </w:tcPr>
          <w:p w:rsidR="050FD1E3" w:rsidP="050FD1E3" w:rsidRDefault="050FD1E3" w14:paraId="1D2510BC" w14:textId="6F5BBDE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14</w:t>
            </w:r>
          </w:p>
        </w:tc>
        <w:tc>
          <w:tcPr>
            <w:tcW w:w="5441" w:type="dxa"/>
            <w:tcMar/>
          </w:tcPr>
          <w:p w:rsidRPr="007362F2" w:rsidR="00FE71FC" w:rsidP="00FE71FC" w:rsidRDefault="00FE71FC" w14:paraId="453B7333" w14:textId="5B648C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>Obserwacja w trakcie zajęć, egzamin, kolokwium</w:t>
            </w:r>
          </w:p>
        </w:tc>
        <w:tc>
          <w:tcPr>
            <w:tcW w:w="2117" w:type="dxa"/>
            <w:tcMar/>
          </w:tcPr>
          <w:p w:rsidRPr="007362F2" w:rsidR="00FE71FC" w:rsidP="00FE71FC" w:rsidRDefault="00FE71FC" w14:paraId="14BF48D1" w14:textId="170B78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362F2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50FD1E3" w:rsidTr="050FD1E3" w14:paraId="5143AF2B">
        <w:tc>
          <w:tcPr>
            <w:tcW w:w="1962" w:type="dxa"/>
            <w:tcMar/>
          </w:tcPr>
          <w:p w:rsidR="050FD1E3" w:rsidP="050FD1E3" w:rsidRDefault="050FD1E3" w14:paraId="3753C408" w14:textId="06A0E12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15</w:t>
            </w:r>
          </w:p>
        </w:tc>
        <w:tc>
          <w:tcPr>
            <w:tcW w:w="5441" w:type="dxa"/>
            <w:tcMar/>
          </w:tcPr>
          <w:p w:rsidR="050FD1E3" w:rsidP="050FD1E3" w:rsidRDefault="050FD1E3" w14:noSpellErr="1" w14:paraId="71E4C4E0" w14:textId="5B648CA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Obserwacja w trakcie zajęć, egzamin, kolokwium</w:t>
            </w:r>
          </w:p>
        </w:tc>
        <w:tc>
          <w:tcPr>
            <w:tcW w:w="2117" w:type="dxa"/>
            <w:tcMar/>
          </w:tcPr>
          <w:p w:rsidR="050FD1E3" w:rsidP="050FD1E3" w:rsidRDefault="050FD1E3" w14:paraId="1F96EE71" w14:textId="170B78E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50FD1E3" w:rsidR="050FD1E3">
              <w:rPr>
                <w:rFonts w:ascii="Corbel" w:hAnsi="Corbel"/>
                <w:b w:val="0"/>
                <w:bCs w:val="0"/>
                <w:sz w:val="23"/>
                <w:szCs w:val="23"/>
              </w:rPr>
              <w:t>ćw</w:t>
            </w:r>
          </w:p>
        </w:tc>
      </w:tr>
    </w:tbl>
    <w:p w:rsidRPr="007362F2" w:rsidR="00923D7D" w:rsidP="009C54AE" w:rsidRDefault="00923D7D" w14:paraId="2DAF642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362F2" w:rsidR="0085747A" w:rsidP="009C54AE" w:rsidRDefault="003E1941" w14:paraId="3CA2631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62F2">
        <w:rPr>
          <w:rFonts w:ascii="Corbel" w:hAnsi="Corbel"/>
          <w:smallCaps w:val="0"/>
          <w:szCs w:val="24"/>
        </w:rPr>
        <w:t xml:space="preserve">4.2 </w:t>
      </w:r>
      <w:r w:rsidRPr="007362F2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7362F2" w:rsidR="00923D7D">
        <w:rPr>
          <w:rFonts w:ascii="Corbel" w:hAnsi="Corbel"/>
          <w:smallCaps w:val="0"/>
          <w:szCs w:val="24"/>
        </w:rPr>
        <w:t xml:space="preserve"> </w:t>
      </w:r>
    </w:p>
    <w:p w:rsidRPr="007362F2" w:rsidR="00923D7D" w:rsidP="009C54AE" w:rsidRDefault="00923D7D" w14:paraId="3CBF6BC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362F2" w:rsidR="0085747A" w:rsidTr="00923D7D" w14:paraId="534196A8" w14:textId="77777777">
        <w:tc>
          <w:tcPr>
            <w:tcW w:w="9670" w:type="dxa"/>
          </w:tcPr>
          <w:p w:rsidRPr="007362F2" w:rsidR="00FE71FC" w:rsidP="00FE71FC" w:rsidRDefault="00FE71FC" w14:paraId="67866C9E" w14:textId="77777777">
            <w:pPr>
              <w:pStyle w:val="Punktygwne"/>
              <w:spacing w:before="0" w:after="0"/>
              <w:jc w:val="both"/>
            </w:pPr>
            <w:r w:rsidRPr="007362F2">
              <w:rPr>
                <w:rFonts w:ascii="Corbel" w:hAnsi="Corbel"/>
                <w:b w:val="0"/>
                <w:smallCaps w:val="0"/>
                <w:sz w:val="22"/>
              </w:rPr>
              <w:t>W przypadku wykładu: wynik egzaminu ustalany na podstawie pisemnych lub ustnych odpowiedzi studentów gdzie ocena pozytywna osiągana jest przy min. 51% poprawnych odpowiedzi.</w:t>
            </w:r>
          </w:p>
          <w:p w:rsidRPr="007362F2" w:rsidR="00FE71FC" w:rsidP="00FE71FC" w:rsidRDefault="00FE71FC" w14:paraId="2B01C93C" w14:textId="77777777">
            <w:pPr>
              <w:pStyle w:val="Punktygwne"/>
              <w:spacing w:before="0" w:after="0"/>
              <w:jc w:val="both"/>
            </w:pPr>
            <w:r w:rsidRPr="007362F2">
              <w:rPr>
                <w:rFonts w:ascii="Corbel" w:hAnsi="Corbel"/>
                <w:b w:val="0"/>
                <w:smallCaps w:val="0"/>
                <w:sz w:val="22"/>
              </w:rPr>
              <w:t>W przypadku ćwiczeń – frekwencja na ćwiczeniach ustalana na podstawie listy obecności, aktywność na ćwiczeniach, wyniki ustalane na podstawie pisemnych prac studentów lub ustnej odpowiedzi, obserwacja w trakcie zajęć, gdzie ocena pozytywna osiągana jest w przypadku uzyskania ponad 50% poprawnych odpowiedzi.</w:t>
            </w:r>
          </w:p>
          <w:p w:rsidRPr="007362F2" w:rsidR="0085747A" w:rsidP="009C54AE" w:rsidRDefault="00FE71FC" w14:paraId="3C6835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 w:val="22"/>
                <w:szCs w:val="24"/>
              </w:rPr>
              <w:t>Kryteria oceny: kompletność odpowiedzi, poprawna terminologia, aktualny stan prawny.</w:t>
            </w:r>
          </w:p>
          <w:p w:rsidRPr="007362F2" w:rsidR="00ED0340" w:rsidP="00ED0340" w:rsidRDefault="00ED0340" w14:paraId="750638AB" w14:textId="23DF38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DO EGZAMINU ORAZ ĆWICZEŃ STOSUJE SIĘ PRZELICZNIK ZA ODPOWIEDNI PROCENT UZYSKANYCH PUNKTÓW: </w:t>
            </w:r>
          </w:p>
          <w:p w:rsidRPr="007362F2" w:rsidR="00ED0340" w:rsidP="00ED0340" w:rsidRDefault="00ED0340" w14:paraId="0AB8FF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:rsidRPr="007362F2" w:rsidR="00ED0340" w:rsidP="00ED0340" w:rsidRDefault="00ED0340" w14:paraId="762C6D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-  51% - 60% - DOSTATECZNY,</w:t>
            </w:r>
          </w:p>
          <w:p w:rsidRPr="007362F2" w:rsidR="00ED0340" w:rsidP="00ED0340" w:rsidRDefault="00ED0340" w14:paraId="2178D8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-  61% - 70% - DOSTATECZNY PLUS,</w:t>
            </w:r>
          </w:p>
          <w:p w:rsidRPr="007362F2" w:rsidR="00ED0340" w:rsidP="00ED0340" w:rsidRDefault="00ED0340" w14:paraId="341284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:rsidRPr="007362F2" w:rsidR="00ED0340" w:rsidP="00ED0340" w:rsidRDefault="00ED0340" w14:paraId="456EBB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- 81% -  90% - DOBRY PLUS,</w:t>
            </w:r>
          </w:p>
          <w:p w:rsidRPr="007362F2" w:rsidR="00ED0340" w:rsidP="00ED0340" w:rsidRDefault="00ED0340" w14:paraId="6A9AE49F" w14:textId="44222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- 91% -  100% - BARDZO DOBRY.</w:t>
            </w:r>
          </w:p>
        </w:tc>
      </w:tr>
    </w:tbl>
    <w:p w:rsidRPr="007362F2" w:rsidR="0085747A" w:rsidP="009C54AE" w:rsidRDefault="0085747A" w14:paraId="163D7E4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362F2" w:rsidR="009F4610" w:rsidP="009C54AE" w:rsidRDefault="0085747A" w14:paraId="50223C1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62F2">
        <w:rPr>
          <w:rFonts w:ascii="Corbel" w:hAnsi="Corbel"/>
          <w:b/>
          <w:sz w:val="24"/>
          <w:szCs w:val="24"/>
        </w:rPr>
        <w:t xml:space="preserve">5. </w:t>
      </w:r>
      <w:r w:rsidRPr="007362F2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7362F2" w:rsidR="0085747A" w:rsidP="009C54AE" w:rsidRDefault="0085747A" w14:paraId="4C671C9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7362F2" w:rsidR="007362F2" w:rsidTr="050FD1E3" w14:paraId="2D4EBBB0" w14:textId="77777777">
        <w:tc>
          <w:tcPr>
            <w:tcW w:w="4902" w:type="dxa"/>
            <w:tcMar/>
            <w:vAlign w:val="center"/>
          </w:tcPr>
          <w:p w:rsidRPr="007362F2" w:rsidR="0085747A" w:rsidP="009C54AE" w:rsidRDefault="00C61DC5" w14:paraId="2AC07A1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62F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7362F2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62F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tcMar/>
            <w:vAlign w:val="center"/>
          </w:tcPr>
          <w:p w:rsidRPr="007362F2" w:rsidR="0085747A" w:rsidP="009C54AE" w:rsidRDefault="00C61DC5" w14:paraId="3519794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62F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7362F2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362F2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362F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7362F2" w:rsidR="007362F2" w:rsidTr="050FD1E3" w14:paraId="256F7E77" w14:textId="77777777">
        <w:tc>
          <w:tcPr>
            <w:tcW w:w="4902" w:type="dxa"/>
            <w:tcMar/>
          </w:tcPr>
          <w:p w:rsidRPr="007362F2" w:rsidR="001F5DF4" w:rsidP="001F5DF4" w:rsidRDefault="001F5DF4" w14:paraId="4083246E" w14:textId="1EF9D4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18" w:type="dxa"/>
            <w:tcMar/>
          </w:tcPr>
          <w:p w:rsidRPr="007362F2" w:rsidR="001F5DF4" w:rsidP="001F5DF4" w:rsidRDefault="001F5DF4" w14:paraId="714B57A4" w14:textId="77777777">
            <w:pPr>
              <w:pStyle w:val="Akapitzlist"/>
              <w:spacing w:after="120" w:line="240" w:lineRule="auto"/>
              <w:ind w:left="0"/>
            </w:pPr>
            <w:r w:rsidRPr="007362F2">
              <w:rPr>
                <w:rFonts w:ascii="Corbel" w:hAnsi="Corbel"/>
              </w:rPr>
              <w:t>15 godz. - wykład</w:t>
            </w:r>
          </w:p>
          <w:p w:rsidRPr="007362F2" w:rsidR="001F5DF4" w:rsidP="001F5DF4" w:rsidRDefault="001F5DF4" w14:paraId="02197378" w14:textId="20FE32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15 godz. - ćw.</w:t>
            </w:r>
          </w:p>
        </w:tc>
      </w:tr>
      <w:tr w:rsidRPr="007362F2" w:rsidR="007362F2" w:rsidTr="050FD1E3" w14:paraId="28E42728" w14:textId="77777777">
        <w:tc>
          <w:tcPr>
            <w:tcW w:w="4902" w:type="dxa"/>
            <w:tcMar/>
          </w:tcPr>
          <w:p w:rsidRPr="007362F2" w:rsidR="001F5DF4" w:rsidP="001F5DF4" w:rsidRDefault="001F5DF4" w14:paraId="58A125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7362F2" w:rsidR="001F5DF4" w:rsidP="001F5DF4" w:rsidRDefault="001F5DF4" w14:paraId="34BFF5C4" w14:textId="39218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Mar/>
          </w:tcPr>
          <w:p w:rsidRPr="007362F2" w:rsidR="001F5DF4" w:rsidP="001F5DF4" w:rsidRDefault="001F5DF4" w14:paraId="434428F5" w14:textId="5766E0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Pr="007362F2" w:rsidR="007362F2" w:rsidTr="050FD1E3" w14:paraId="018C2E86" w14:textId="77777777">
        <w:tc>
          <w:tcPr>
            <w:tcW w:w="4902" w:type="dxa"/>
            <w:tcMar/>
          </w:tcPr>
          <w:p w:rsidRPr="007362F2" w:rsidR="001F5DF4" w:rsidP="001F5DF4" w:rsidRDefault="001F5DF4" w14:paraId="31808A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362F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362F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7362F2" w:rsidR="001F5DF4" w:rsidP="001F5DF4" w:rsidRDefault="001F5DF4" w14:paraId="5EF48795" w14:textId="2B4748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Mar/>
          </w:tcPr>
          <w:p w:rsidRPr="007362F2" w:rsidR="001F5DF4" w:rsidP="001F5DF4" w:rsidRDefault="001F5DF4" w14:paraId="66024E8C" w14:textId="11D42C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 xml:space="preserve">80 godz. </w:t>
            </w:r>
          </w:p>
        </w:tc>
      </w:tr>
      <w:tr w:rsidRPr="007362F2" w:rsidR="007362F2" w:rsidTr="050FD1E3" w14:paraId="1D02EEFB" w14:textId="77777777">
        <w:tc>
          <w:tcPr>
            <w:tcW w:w="4902" w:type="dxa"/>
            <w:tcMar/>
          </w:tcPr>
          <w:p w:rsidRPr="007362F2" w:rsidR="001F5DF4" w:rsidP="001F5DF4" w:rsidRDefault="001F5DF4" w14:paraId="79E1801A" w14:textId="401956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Mar/>
          </w:tcPr>
          <w:p w:rsidRPr="007362F2" w:rsidR="001F5DF4" w:rsidP="001F5DF4" w:rsidRDefault="001F5DF4" w14:paraId="5AFC52D7" w14:textId="5B7EB4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50FD1E3" w:rsidR="4C644EA4">
              <w:rPr>
                <w:rFonts w:ascii="Corbel" w:hAnsi="Corbel"/>
                <w:sz w:val="24"/>
                <w:szCs w:val="24"/>
              </w:rPr>
              <w:t xml:space="preserve">112 </w:t>
            </w:r>
          </w:p>
        </w:tc>
      </w:tr>
      <w:tr w:rsidRPr="007362F2" w:rsidR="007362F2" w:rsidTr="050FD1E3" w14:paraId="093E2AD5" w14:textId="77777777">
        <w:tc>
          <w:tcPr>
            <w:tcW w:w="4902" w:type="dxa"/>
            <w:tcMar/>
          </w:tcPr>
          <w:p w:rsidRPr="007362F2" w:rsidR="001F5DF4" w:rsidP="001F5DF4" w:rsidRDefault="001F5DF4" w14:paraId="1496C3BD" w14:textId="1AD6EA6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62F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Mar/>
          </w:tcPr>
          <w:p w:rsidRPr="007362F2" w:rsidR="001F5DF4" w:rsidP="001F5DF4" w:rsidRDefault="001F5DF4" w14:paraId="76DFF81B" w14:textId="69D1E4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50FD1E3" w:rsidR="4C644EA4">
              <w:rPr>
                <w:rFonts w:ascii="Corbel" w:hAnsi="Corbel"/>
                <w:sz w:val="24"/>
                <w:szCs w:val="24"/>
              </w:rPr>
              <w:t xml:space="preserve">4 </w:t>
            </w:r>
          </w:p>
        </w:tc>
      </w:tr>
    </w:tbl>
    <w:p w:rsidRPr="007362F2" w:rsidR="0085747A" w:rsidP="009C54AE" w:rsidRDefault="00923D7D" w14:paraId="30FDED2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62F2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7362F2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7362F2" w:rsidR="003E1941" w:rsidP="009C54AE" w:rsidRDefault="003E1941" w14:paraId="187F6E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362F2" w:rsidR="0085747A" w:rsidP="009C54AE" w:rsidRDefault="0071620A" w14:paraId="6BAC9DE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62F2">
        <w:rPr>
          <w:rFonts w:ascii="Corbel" w:hAnsi="Corbel"/>
          <w:smallCaps w:val="0"/>
          <w:szCs w:val="24"/>
        </w:rPr>
        <w:t xml:space="preserve">6. </w:t>
      </w:r>
      <w:r w:rsidRPr="007362F2" w:rsidR="0085747A">
        <w:rPr>
          <w:rFonts w:ascii="Corbel" w:hAnsi="Corbel"/>
          <w:smallCaps w:val="0"/>
          <w:szCs w:val="24"/>
        </w:rPr>
        <w:t>PRAKTYKI ZAWO</w:t>
      </w:r>
      <w:r w:rsidRPr="007362F2" w:rsidR="009D3F3B">
        <w:rPr>
          <w:rFonts w:ascii="Corbel" w:hAnsi="Corbel"/>
          <w:smallCaps w:val="0"/>
          <w:szCs w:val="24"/>
        </w:rPr>
        <w:t>DOWE W RAMACH PRZEDMIOTU</w:t>
      </w:r>
    </w:p>
    <w:p w:rsidRPr="007362F2" w:rsidR="0085747A" w:rsidP="009C54AE" w:rsidRDefault="0085747A" w14:paraId="5832192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7362F2" w:rsidR="007362F2" w:rsidTr="0071620A" w14:paraId="6A6206F6" w14:textId="77777777">
        <w:trPr>
          <w:trHeight w:val="397"/>
        </w:trPr>
        <w:tc>
          <w:tcPr>
            <w:tcW w:w="3544" w:type="dxa"/>
          </w:tcPr>
          <w:p w:rsidRPr="007362F2" w:rsidR="0085747A" w:rsidP="009C54AE" w:rsidRDefault="0085747A" w14:paraId="14FAF7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7362F2" w:rsidR="0085747A" w:rsidP="009C54AE" w:rsidRDefault="001F5DF4" w14:paraId="7AE2D067" w14:textId="1B42FA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Pr="007362F2" w:rsidR="0085747A" w:rsidTr="0071620A" w14:paraId="4F558F77" w14:textId="77777777">
        <w:trPr>
          <w:trHeight w:val="397"/>
        </w:trPr>
        <w:tc>
          <w:tcPr>
            <w:tcW w:w="3544" w:type="dxa"/>
          </w:tcPr>
          <w:p w:rsidRPr="007362F2" w:rsidR="0085747A" w:rsidP="009C54AE" w:rsidRDefault="0085747A" w14:paraId="4DB1FB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7362F2" w:rsidR="0085747A" w:rsidP="009C54AE" w:rsidRDefault="001F5DF4" w14:paraId="40170CDF" w14:textId="5496AC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7362F2" w:rsidR="003E1941" w:rsidP="009C54AE" w:rsidRDefault="003E1941" w14:paraId="206DBAD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362F2" w:rsidR="0085747A" w:rsidP="009C54AE" w:rsidRDefault="00675843" w14:paraId="2CA6D36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62F2">
        <w:rPr>
          <w:rFonts w:ascii="Corbel" w:hAnsi="Corbel"/>
          <w:smallCaps w:val="0"/>
          <w:szCs w:val="24"/>
        </w:rPr>
        <w:t xml:space="preserve">7. </w:t>
      </w:r>
      <w:r w:rsidRPr="007362F2" w:rsidR="0085747A">
        <w:rPr>
          <w:rFonts w:ascii="Corbel" w:hAnsi="Corbel"/>
          <w:smallCaps w:val="0"/>
          <w:szCs w:val="24"/>
        </w:rPr>
        <w:t>LITERATURA</w:t>
      </w:r>
      <w:r w:rsidRPr="007362F2">
        <w:rPr>
          <w:rFonts w:ascii="Corbel" w:hAnsi="Corbel"/>
          <w:smallCaps w:val="0"/>
          <w:szCs w:val="24"/>
        </w:rPr>
        <w:t xml:space="preserve"> </w:t>
      </w:r>
    </w:p>
    <w:p w:rsidRPr="007362F2" w:rsidR="00675843" w:rsidP="009C54AE" w:rsidRDefault="00675843" w14:paraId="170900D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7362F2" w:rsidR="007362F2" w:rsidTr="050FD1E3" w14:paraId="43415488" w14:textId="77777777">
        <w:trPr>
          <w:trHeight w:val="397"/>
        </w:trPr>
        <w:tc>
          <w:tcPr>
            <w:tcW w:w="7513" w:type="dxa"/>
            <w:tcMar/>
          </w:tcPr>
          <w:p w:rsidRPr="007362F2" w:rsidR="0085747A" w:rsidP="050FD1E3" w:rsidRDefault="0085747A" w14:paraId="57649D55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50FD1E3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050FD1E3" w:rsidP="050FD1E3" w:rsidRDefault="050FD1E3" w14:paraId="5BAA9891" w14:textId="70A1F45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7362F2" w:rsidR="001F5DF4" w:rsidP="00757E98" w:rsidRDefault="003079C0" w14:paraId="395646F2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M. Wierzbowski (red.), </w:t>
            </w:r>
            <w:r w:rsidRPr="007362F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administracyjne</w:t>
            </w:r>
            <w:r w:rsidRPr="007362F2">
              <w:rPr>
                <w:rFonts w:ascii="Corbel" w:hAnsi="Corbel"/>
                <w:b w:val="0"/>
                <w:smallCaps w:val="0"/>
                <w:szCs w:val="24"/>
              </w:rPr>
              <w:t>, Wyd.1</w:t>
            </w:r>
            <w:r w:rsidRPr="007362F2" w:rsidR="00C02120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, Wydawnictwo </w:t>
            </w:r>
            <w:r w:rsidRPr="007362F2" w:rsidR="00C02120">
              <w:rPr>
                <w:rFonts w:ascii="Corbel" w:hAnsi="Corbel"/>
                <w:b w:val="0"/>
                <w:smallCaps w:val="0"/>
                <w:szCs w:val="24"/>
              </w:rPr>
              <w:t>Wolters Kluwer</w:t>
            </w:r>
            <w:r w:rsidRPr="007362F2">
              <w:rPr>
                <w:rFonts w:ascii="Corbel" w:hAnsi="Corbel"/>
                <w:b w:val="0"/>
                <w:smallCaps w:val="0"/>
                <w:szCs w:val="24"/>
              </w:rPr>
              <w:t>, Warszawa 20</w:t>
            </w:r>
            <w:r w:rsidRPr="007362F2" w:rsidR="00C02120"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  <w:p w:rsidRPr="007362F2" w:rsidR="00C02120" w:rsidP="00ED0340" w:rsidRDefault="0022052F" w14:paraId="4F712911" w14:textId="63CD3F0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E. Ura, </w:t>
            </w:r>
            <w:r w:rsidRPr="007362F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Prawo administracyjne, </w:t>
            </w:r>
            <w:r w:rsidRPr="007362F2">
              <w:rPr>
                <w:rFonts w:ascii="Corbel" w:hAnsi="Corbel"/>
                <w:b w:val="0"/>
                <w:smallCaps w:val="0"/>
                <w:szCs w:val="24"/>
              </w:rPr>
              <w:t>Wyd. 4 Wydawnictwo Wolters Kluwer, Warszawa 2021</w:t>
            </w:r>
          </w:p>
        </w:tc>
      </w:tr>
      <w:tr w:rsidRPr="007362F2" w:rsidR="0085747A" w:rsidTr="050FD1E3" w14:paraId="1964EF22" w14:textId="77777777">
        <w:trPr>
          <w:trHeight w:val="397"/>
        </w:trPr>
        <w:tc>
          <w:tcPr>
            <w:tcW w:w="7513" w:type="dxa"/>
            <w:tcMar/>
          </w:tcPr>
          <w:p w:rsidRPr="007362F2" w:rsidR="0085747A" w:rsidP="050FD1E3" w:rsidRDefault="0085747A" w14:paraId="32B42C51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50FD1E3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Pr="007362F2" w:rsidR="00757E98" w:rsidP="008A029A" w:rsidRDefault="00B14D51" w14:paraId="3C54B9B3" w14:textId="49A1CEC8">
            <w:pPr>
              <w:pStyle w:val="Punktygwne"/>
              <w:numPr>
                <w:ilvl w:val="0"/>
                <w:numId w:val="4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M. Biliński, W. Gonet, H. Wolska</w:t>
            </w:r>
            <w:r w:rsidRPr="007362F2" w:rsidR="008A029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362F2" w:rsidR="008A029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Gospodarka komunalna. Problematyka realizacji zadań publicznych, </w:t>
            </w:r>
            <w:r w:rsidRPr="007362F2" w:rsidR="008A029A">
              <w:rPr>
                <w:rFonts w:ascii="Corbel" w:hAnsi="Corbel"/>
                <w:b w:val="0"/>
                <w:smallCaps w:val="0"/>
                <w:szCs w:val="24"/>
              </w:rPr>
              <w:t>Wydawnictwo Wolters Kluwer, Warszawa 2020</w:t>
            </w:r>
          </w:p>
        </w:tc>
      </w:tr>
    </w:tbl>
    <w:p w:rsidRPr="007362F2" w:rsidR="0085747A" w:rsidP="009C54AE" w:rsidRDefault="0085747A" w14:paraId="50369C6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362F2" w:rsidR="0085747A" w:rsidP="009C54AE" w:rsidRDefault="0085747A" w14:paraId="5A1C00D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362F2" w:rsidR="0085747A" w:rsidP="00F83B28" w:rsidRDefault="0085747A" w14:paraId="7F5888D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62F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7362F2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C0560" w:rsidP="00C16ABF" w:rsidRDefault="003C0560" w14:paraId="0407DD50" w14:textId="77777777">
      <w:pPr>
        <w:spacing w:after="0" w:line="240" w:lineRule="auto"/>
      </w:pPr>
      <w:r>
        <w:separator/>
      </w:r>
    </w:p>
  </w:endnote>
  <w:endnote w:type="continuationSeparator" w:id="0">
    <w:p w:rsidR="003C0560" w:rsidP="00C16ABF" w:rsidRDefault="003C0560" w14:paraId="7710A60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C0560" w:rsidP="00C16ABF" w:rsidRDefault="003C0560" w14:paraId="753BDA77" w14:textId="77777777">
      <w:pPr>
        <w:spacing w:after="0" w:line="240" w:lineRule="auto"/>
      </w:pPr>
      <w:r>
        <w:separator/>
      </w:r>
    </w:p>
  </w:footnote>
  <w:footnote w:type="continuationSeparator" w:id="0">
    <w:p w:rsidR="003C0560" w:rsidP="00C16ABF" w:rsidRDefault="003C0560" w14:paraId="6AE79EC1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15962A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D1F02"/>
    <w:multiLevelType w:val="hybridMultilevel"/>
    <w:tmpl w:val="34D05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E799A"/>
    <w:multiLevelType w:val="hybridMultilevel"/>
    <w:tmpl w:val="F156F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4D11D44"/>
    <w:multiLevelType w:val="hybridMultilevel"/>
    <w:tmpl w:val="FBD83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fullPage" w:percent="74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30A1"/>
    <w:rsid w:val="00044C82"/>
    <w:rsid w:val="00046B8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2DF"/>
    <w:rsid w:val="00153C41"/>
    <w:rsid w:val="00154381"/>
    <w:rsid w:val="001640A7"/>
    <w:rsid w:val="00164FA7"/>
    <w:rsid w:val="00166A03"/>
    <w:rsid w:val="001718A7"/>
    <w:rsid w:val="001737CF"/>
    <w:rsid w:val="00176083"/>
    <w:rsid w:val="001860B9"/>
    <w:rsid w:val="00192F37"/>
    <w:rsid w:val="00194879"/>
    <w:rsid w:val="001A70D2"/>
    <w:rsid w:val="001B7068"/>
    <w:rsid w:val="001D657B"/>
    <w:rsid w:val="001D7B54"/>
    <w:rsid w:val="001E0209"/>
    <w:rsid w:val="001F2CA2"/>
    <w:rsid w:val="001F5DF4"/>
    <w:rsid w:val="002144C0"/>
    <w:rsid w:val="0022052F"/>
    <w:rsid w:val="00220578"/>
    <w:rsid w:val="0022477D"/>
    <w:rsid w:val="00226B2A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84A"/>
    <w:rsid w:val="002D3375"/>
    <w:rsid w:val="002D73D4"/>
    <w:rsid w:val="002F02A3"/>
    <w:rsid w:val="002F4ABE"/>
    <w:rsid w:val="003006BA"/>
    <w:rsid w:val="003018BA"/>
    <w:rsid w:val="0030395F"/>
    <w:rsid w:val="00305C92"/>
    <w:rsid w:val="003079C0"/>
    <w:rsid w:val="00312A45"/>
    <w:rsid w:val="003151C5"/>
    <w:rsid w:val="0031779F"/>
    <w:rsid w:val="003343CF"/>
    <w:rsid w:val="00346FE9"/>
    <w:rsid w:val="0034759A"/>
    <w:rsid w:val="003503F6"/>
    <w:rsid w:val="003530DD"/>
    <w:rsid w:val="0035362C"/>
    <w:rsid w:val="00363F78"/>
    <w:rsid w:val="003A0A5B"/>
    <w:rsid w:val="003A1176"/>
    <w:rsid w:val="003A20FB"/>
    <w:rsid w:val="003C0560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A55"/>
    <w:rsid w:val="0053188B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27C"/>
    <w:rsid w:val="00627FC9"/>
    <w:rsid w:val="00647FA8"/>
    <w:rsid w:val="00650C5F"/>
    <w:rsid w:val="00654934"/>
    <w:rsid w:val="006620D9"/>
    <w:rsid w:val="00671958"/>
    <w:rsid w:val="00675843"/>
    <w:rsid w:val="00696477"/>
    <w:rsid w:val="006C167B"/>
    <w:rsid w:val="006D050F"/>
    <w:rsid w:val="006D5C0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2F2"/>
    <w:rsid w:val="00745302"/>
    <w:rsid w:val="007461D6"/>
    <w:rsid w:val="00746EC8"/>
    <w:rsid w:val="00757E98"/>
    <w:rsid w:val="00763BF1"/>
    <w:rsid w:val="00766FD4"/>
    <w:rsid w:val="00771E6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6571"/>
    <w:rsid w:val="0081707E"/>
    <w:rsid w:val="0084091E"/>
    <w:rsid w:val="008449B3"/>
    <w:rsid w:val="008552A2"/>
    <w:rsid w:val="0085747A"/>
    <w:rsid w:val="00884922"/>
    <w:rsid w:val="00885F64"/>
    <w:rsid w:val="008917F9"/>
    <w:rsid w:val="008A029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E4477"/>
    <w:rsid w:val="009F3C5C"/>
    <w:rsid w:val="009F4610"/>
    <w:rsid w:val="009F62EF"/>
    <w:rsid w:val="00A00ECC"/>
    <w:rsid w:val="00A03F3F"/>
    <w:rsid w:val="00A155EE"/>
    <w:rsid w:val="00A2245B"/>
    <w:rsid w:val="00A30110"/>
    <w:rsid w:val="00A35A26"/>
    <w:rsid w:val="00A36899"/>
    <w:rsid w:val="00A371F6"/>
    <w:rsid w:val="00A43BF6"/>
    <w:rsid w:val="00A53FA5"/>
    <w:rsid w:val="00A54817"/>
    <w:rsid w:val="00A601C8"/>
    <w:rsid w:val="00A60799"/>
    <w:rsid w:val="00A72F60"/>
    <w:rsid w:val="00A84C85"/>
    <w:rsid w:val="00A93FB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D51"/>
    <w:rsid w:val="00B3130B"/>
    <w:rsid w:val="00B40ADB"/>
    <w:rsid w:val="00B43B77"/>
    <w:rsid w:val="00B43E80"/>
    <w:rsid w:val="00B607DB"/>
    <w:rsid w:val="00B61742"/>
    <w:rsid w:val="00B66529"/>
    <w:rsid w:val="00B75946"/>
    <w:rsid w:val="00B8056E"/>
    <w:rsid w:val="00B819C8"/>
    <w:rsid w:val="00B82308"/>
    <w:rsid w:val="00B87A79"/>
    <w:rsid w:val="00B90885"/>
    <w:rsid w:val="00B91DE8"/>
    <w:rsid w:val="00BA3D8D"/>
    <w:rsid w:val="00BA4BD4"/>
    <w:rsid w:val="00BB520A"/>
    <w:rsid w:val="00BD3869"/>
    <w:rsid w:val="00BD66E9"/>
    <w:rsid w:val="00BD6FF4"/>
    <w:rsid w:val="00BF2C41"/>
    <w:rsid w:val="00C02120"/>
    <w:rsid w:val="00C058B4"/>
    <w:rsid w:val="00C05F44"/>
    <w:rsid w:val="00C131B5"/>
    <w:rsid w:val="00C16ABF"/>
    <w:rsid w:val="00C170AE"/>
    <w:rsid w:val="00C26CB7"/>
    <w:rsid w:val="00C324C1"/>
    <w:rsid w:val="00C33C9A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0622"/>
    <w:rsid w:val="00CB3EA0"/>
    <w:rsid w:val="00CC2C5A"/>
    <w:rsid w:val="00CD6897"/>
    <w:rsid w:val="00CE02C0"/>
    <w:rsid w:val="00CE5BAC"/>
    <w:rsid w:val="00CF25BE"/>
    <w:rsid w:val="00CF5151"/>
    <w:rsid w:val="00CF78ED"/>
    <w:rsid w:val="00D02B25"/>
    <w:rsid w:val="00D02EBA"/>
    <w:rsid w:val="00D03CA2"/>
    <w:rsid w:val="00D17C3C"/>
    <w:rsid w:val="00D26B2C"/>
    <w:rsid w:val="00D352C9"/>
    <w:rsid w:val="00D425B2"/>
    <w:rsid w:val="00D428D6"/>
    <w:rsid w:val="00D5120C"/>
    <w:rsid w:val="00D552B2"/>
    <w:rsid w:val="00D608D1"/>
    <w:rsid w:val="00D74119"/>
    <w:rsid w:val="00D757A4"/>
    <w:rsid w:val="00D8075B"/>
    <w:rsid w:val="00D8678B"/>
    <w:rsid w:val="00DA2114"/>
    <w:rsid w:val="00DB2FDB"/>
    <w:rsid w:val="00DE09C0"/>
    <w:rsid w:val="00DE4A14"/>
    <w:rsid w:val="00DF2A59"/>
    <w:rsid w:val="00DF320D"/>
    <w:rsid w:val="00DF71C8"/>
    <w:rsid w:val="00E129B8"/>
    <w:rsid w:val="00E21E7D"/>
    <w:rsid w:val="00E22FBC"/>
    <w:rsid w:val="00E24BF5"/>
    <w:rsid w:val="00E25338"/>
    <w:rsid w:val="00E35AFC"/>
    <w:rsid w:val="00E46C62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40"/>
    <w:rsid w:val="00ED03AB"/>
    <w:rsid w:val="00ED0C72"/>
    <w:rsid w:val="00ED32D2"/>
    <w:rsid w:val="00EE32DE"/>
    <w:rsid w:val="00EE5457"/>
    <w:rsid w:val="00EF7CBF"/>
    <w:rsid w:val="00F070AB"/>
    <w:rsid w:val="00F17567"/>
    <w:rsid w:val="00F27A7B"/>
    <w:rsid w:val="00F5154E"/>
    <w:rsid w:val="00F526AF"/>
    <w:rsid w:val="00F617C3"/>
    <w:rsid w:val="00F7066B"/>
    <w:rsid w:val="00F83B28"/>
    <w:rsid w:val="00F9427A"/>
    <w:rsid w:val="00F974DA"/>
    <w:rsid w:val="00FA46E5"/>
    <w:rsid w:val="00FB7DBA"/>
    <w:rsid w:val="00FC1097"/>
    <w:rsid w:val="00FC1C25"/>
    <w:rsid w:val="00FC3F45"/>
    <w:rsid w:val="00FD503F"/>
    <w:rsid w:val="00FD7589"/>
    <w:rsid w:val="00FE71FC"/>
    <w:rsid w:val="00FF016A"/>
    <w:rsid w:val="00FF1401"/>
    <w:rsid w:val="00FF5E7D"/>
    <w:rsid w:val="050FD1E3"/>
    <w:rsid w:val="08208F89"/>
    <w:rsid w:val="0EB6B429"/>
    <w:rsid w:val="0FFCC109"/>
    <w:rsid w:val="110F09F3"/>
    <w:rsid w:val="1551FCEA"/>
    <w:rsid w:val="1809D36F"/>
    <w:rsid w:val="1A7E5D21"/>
    <w:rsid w:val="1D38F518"/>
    <w:rsid w:val="1E24CA85"/>
    <w:rsid w:val="20E1D3C5"/>
    <w:rsid w:val="26C6AF01"/>
    <w:rsid w:val="283FFAE8"/>
    <w:rsid w:val="28E50C0E"/>
    <w:rsid w:val="34C55424"/>
    <w:rsid w:val="396C661F"/>
    <w:rsid w:val="396C661F"/>
    <w:rsid w:val="3B083680"/>
    <w:rsid w:val="3BD7387A"/>
    <w:rsid w:val="3F1EFA92"/>
    <w:rsid w:val="443A7D6F"/>
    <w:rsid w:val="4AAC1920"/>
    <w:rsid w:val="4C644EA4"/>
    <w:rsid w:val="4F6411D9"/>
    <w:rsid w:val="507619D6"/>
    <w:rsid w:val="5345E06F"/>
    <w:rsid w:val="577CAE55"/>
    <w:rsid w:val="63FCC73F"/>
    <w:rsid w:val="6B76B523"/>
    <w:rsid w:val="6E8E21B0"/>
    <w:rsid w:val="703E0AB0"/>
    <w:rsid w:val="70E772C0"/>
    <w:rsid w:val="717312D6"/>
    <w:rsid w:val="75B18B78"/>
    <w:rsid w:val="772C7956"/>
    <w:rsid w:val="7AB2E3E7"/>
    <w:rsid w:val="7C43DCCB"/>
    <w:rsid w:val="7D5F53F3"/>
    <w:rsid w:val="7DF3FD51"/>
    <w:rsid w:val="7F3BA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69331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6C167B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  <w:style w:type="paragraph" w:styleId="NormalnyWeb">
    <w:name w:val="Normal (Web)"/>
    <w:basedOn w:val="Normalny"/>
    <w:uiPriority w:val="99"/>
    <w:semiHidden/>
    <w:unhideWhenUsed/>
    <w:rsid w:val="006C167B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16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167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6C167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167B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6C167B"/>
    <w:rPr>
      <w:rFonts w:ascii="Calibri" w:hAnsi="Calibri"/>
      <w:b/>
      <w:bCs/>
      <w:lang w:eastAsia="en-US"/>
    </w:rPr>
  </w:style>
  <w:style w:type="paragraph" w:styleId="Zawartotabeli" w:customStyle="1">
    <w:name w:val="Zawartość tabeli"/>
    <w:basedOn w:val="Normalny"/>
    <w:rsid w:val="0062227C"/>
    <w:pPr>
      <w:suppressLineNumbers/>
      <w:suppressAutoHyphens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9</revision>
  <lastPrinted>2021-12-17T09:28:00.0000000Z</lastPrinted>
  <dcterms:created xsi:type="dcterms:W3CDTF">2021-12-09T23:05:00.0000000Z</dcterms:created>
  <dcterms:modified xsi:type="dcterms:W3CDTF">2022-01-20T11:37:54.9070520Z</dcterms:modified>
</coreProperties>
</file>